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3C9FE" w14:textId="4ACFD1E3" w:rsidR="00B45373" w:rsidRDefault="00B3685C" w:rsidP="007A35C4">
      <w:pPr>
        <w:jc w:val="both"/>
      </w:pPr>
      <w:r>
        <w:rPr>
          <w:noProof/>
        </w:rPr>
        <w:drawing>
          <wp:anchor distT="0" distB="0" distL="114300" distR="114300" simplePos="0" relativeHeight="251657728" behindDoc="0" locked="1" layoutInCell="1" allowOverlap="1" wp14:anchorId="3624F383" wp14:editId="3FFE28EB">
            <wp:simplePos x="0" y="0"/>
            <wp:positionH relativeFrom="page">
              <wp:posOffset>5688965</wp:posOffset>
            </wp:positionH>
            <wp:positionV relativeFrom="page">
              <wp:posOffset>269875</wp:posOffset>
            </wp:positionV>
            <wp:extent cx="1481455" cy="812800"/>
            <wp:effectExtent l="0" t="0" r="0" b="0"/>
            <wp:wrapNone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B664E0" w14:textId="77777777" w:rsidR="00556E32" w:rsidRDefault="00556E32" w:rsidP="007A35C4">
      <w:pPr>
        <w:jc w:val="both"/>
      </w:pPr>
    </w:p>
    <w:p w14:paraId="7DE12630" w14:textId="1F807532" w:rsidR="00556E32" w:rsidRDefault="00556E32" w:rsidP="007A35C4">
      <w:pPr>
        <w:jc w:val="both"/>
        <w:rPr>
          <w:b/>
          <w:bCs/>
          <w:sz w:val="48"/>
          <w:szCs w:val="44"/>
        </w:rPr>
      </w:pPr>
      <w:r w:rsidRPr="009F1026">
        <w:rPr>
          <w:b/>
          <w:bCs/>
          <w:sz w:val="48"/>
          <w:szCs w:val="44"/>
        </w:rPr>
        <w:t>Acte d’engagement</w:t>
      </w:r>
    </w:p>
    <w:p w14:paraId="2206CA4C" w14:textId="658D67BB" w:rsidR="009F1026" w:rsidRDefault="009F1026" w:rsidP="007A35C4">
      <w:pPr>
        <w:jc w:val="both"/>
        <w:rPr>
          <w:b/>
          <w:bCs/>
          <w:sz w:val="48"/>
          <w:szCs w:val="44"/>
        </w:rPr>
      </w:pPr>
    </w:p>
    <w:tbl>
      <w:tblPr>
        <w:tblpPr w:leftFromText="142" w:rightFromText="142" w:vertAnchor="text" w:horzAnchor="page" w:tblpXSpec="center" w:tblpY="1"/>
        <w:tblOverlap w:val="never"/>
        <w:tblW w:w="90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1601"/>
        <w:gridCol w:w="7473"/>
      </w:tblGrid>
      <w:tr w:rsidR="000573CE" w:rsidRPr="00711919" w14:paraId="09A3B636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6EC28ECC" w14:textId="77777777" w:rsidR="000573CE" w:rsidRPr="00711919" w:rsidRDefault="000573CE" w:rsidP="007A35C4">
            <w:pPr>
              <w:spacing w:before="5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Objet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</w:tcPr>
          <w:p w14:paraId="7BAF2823" w14:textId="6A203981" w:rsidR="000573CE" w:rsidRPr="006B3462" w:rsidRDefault="006B3462" w:rsidP="007A35C4">
            <w:pPr>
              <w:jc w:val="both"/>
              <w:rPr>
                <w:b/>
              </w:rPr>
            </w:pPr>
            <w:r w:rsidRPr="006B3462">
              <w:rPr>
                <w:b/>
              </w:rPr>
              <w:t xml:space="preserve">Travaux de terrassement de nature archéologique pour </w:t>
            </w:r>
            <w:r w:rsidR="001550CC">
              <w:rPr>
                <w:b/>
              </w:rPr>
              <w:t>le</w:t>
            </w:r>
            <w:r w:rsidR="001550CC">
              <w:t xml:space="preserve"> </w:t>
            </w:r>
            <w:r w:rsidR="001550CC" w:rsidRPr="001550CC">
              <w:rPr>
                <w:b/>
              </w:rPr>
              <w:t>département de l'Isère (38)</w:t>
            </w:r>
          </w:p>
        </w:tc>
      </w:tr>
      <w:tr w:rsidR="000573CE" w:rsidRPr="00711919" w14:paraId="11FED8FA" w14:textId="77777777" w:rsidTr="0005642D">
        <w:trPr>
          <w:trHeight w:val="402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6891F3E1" w14:textId="77777777" w:rsidR="000573CE" w:rsidRPr="00711919" w:rsidRDefault="000573CE" w:rsidP="007A35C4">
            <w:pPr>
              <w:spacing w:before="30"/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Titulaire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4245FCC5" w14:textId="77777777" w:rsidR="000573CE" w:rsidRPr="00711919" w:rsidRDefault="000573CE" w:rsidP="007A35C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573CE" w:rsidRPr="00711919" w14:paraId="649D41B3" w14:textId="77777777" w:rsidTr="0005642D">
        <w:trPr>
          <w:trHeight w:val="686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78D6A644" w14:textId="77777777" w:rsidR="000573CE" w:rsidRPr="00711919" w:rsidRDefault="000573CE" w:rsidP="007A35C4">
            <w:pPr>
              <w:spacing w:before="40"/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Montant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5DB5686D" w14:textId="722EBEB1" w:rsidR="000573CE" w:rsidRPr="00711919" w:rsidRDefault="000573CE" w:rsidP="007A35C4">
            <w:pPr>
              <w:jc w:val="both"/>
              <w:rPr>
                <w:b/>
                <w:noProof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 xml:space="preserve">Montant minimum HT :  </w:t>
            </w:r>
            <w:r w:rsidR="0005642D">
              <w:rPr>
                <w:b/>
                <w:bCs/>
                <w:sz w:val="24"/>
                <w:szCs w:val="24"/>
              </w:rPr>
              <w:t>00, 00 €</w:t>
            </w:r>
            <w:r w:rsidRPr="00711919">
              <w:rPr>
                <w:b/>
                <w:sz w:val="24"/>
                <w:szCs w:val="24"/>
              </w:rPr>
              <w:t xml:space="preserve"> HT</w:t>
            </w:r>
          </w:p>
          <w:p w14:paraId="137402D4" w14:textId="05E5D80B" w:rsidR="000573CE" w:rsidRPr="00711919" w:rsidRDefault="000573CE" w:rsidP="007A35C4">
            <w:pPr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 xml:space="preserve">Montant maximum HT : </w:t>
            </w:r>
            <w:r w:rsidR="000F3E10">
              <w:rPr>
                <w:b/>
                <w:bCs/>
                <w:sz w:val="24"/>
                <w:szCs w:val="24"/>
              </w:rPr>
              <w:t xml:space="preserve"> </w:t>
            </w:r>
            <w:r w:rsidR="00745E5D">
              <w:rPr>
                <w:b/>
                <w:bCs/>
                <w:sz w:val="24"/>
                <w:szCs w:val="24"/>
              </w:rPr>
              <w:t>1 6</w:t>
            </w:r>
            <w:r w:rsidR="001550CC">
              <w:rPr>
                <w:b/>
                <w:bCs/>
                <w:sz w:val="24"/>
                <w:szCs w:val="24"/>
              </w:rPr>
              <w:t>00 000</w:t>
            </w:r>
            <w:r w:rsidR="000F3E10">
              <w:rPr>
                <w:b/>
                <w:bCs/>
                <w:sz w:val="24"/>
                <w:szCs w:val="24"/>
              </w:rPr>
              <w:t>,00</w:t>
            </w:r>
            <w:r w:rsidR="001810AC">
              <w:rPr>
                <w:b/>
                <w:bCs/>
                <w:sz w:val="24"/>
                <w:szCs w:val="24"/>
              </w:rPr>
              <w:t xml:space="preserve"> </w:t>
            </w:r>
            <w:r w:rsidR="0005642D">
              <w:rPr>
                <w:b/>
                <w:sz w:val="24"/>
                <w:szCs w:val="24"/>
              </w:rPr>
              <w:t>€</w:t>
            </w:r>
            <w:r w:rsidRPr="00711919">
              <w:rPr>
                <w:b/>
                <w:sz w:val="24"/>
                <w:szCs w:val="24"/>
              </w:rPr>
              <w:t xml:space="preserve"> HT</w:t>
            </w:r>
          </w:p>
        </w:tc>
      </w:tr>
      <w:tr w:rsidR="000573CE" w:rsidRPr="00711919" w14:paraId="400F4139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7FEE6330" w14:textId="77777777" w:rsidR="000573CE" w:rsidRPr="00711919" w:rsidRDefault="000573CE" w:rsidP="007A35C4">
            <w:pPr>
              <w:spacing w:before="40"/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Durée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77602F9B" w14:textId="2059830D" w:rsidR="000573CE" w:rsidRPr="0005642D" w:rsidRDefault="0005642D" w:rsidP="007A35C4">
            <w:pPr>
              <w:pStyle w:val="Commentaire"/>
              <w:jc w:val="both"/>
              <w:rPr>
                <w:rFonts w:ascii="Arial" w:hAnsi="Arial" w:cs="Arial"/>
                <w:szCs w:val="19"/>
              </w:rPr>
            </w:pPr>
            <w:r w:rsidRPr="002617B9">
              <w:rPr>
                <w:rFonts w:ascii="Arial" w:hAnsi="Arial" w:cs="Arial"/>
                <w:b/>
                <w:szCs w:val="19"/>
              </w:rPr>
              <w:t>Le marché prend effet à compter de la date de notification. Il est conclu pour une durée initiale d’un an à compter de sa date de notification. Reconductible par tacite reconduction deux fois douze (12) mois puis deux (2)</w:t>
            </w:r>
            <w:r>
              <w:rPr>
                <w:rFonts w:ascii="Arial" w:hAnsi="Arial" w:cs="Arial"/>
                <w:b/>
                <w:szCs w:val="19"/>
              </w:rPr>
              <w:t xml:space="preserve"> </w:t>
            </w:r>
            <w:r w:rsidRPr="002617B9">
              <w:rPr>
                <w:rFonts w:ascii="Arial" w:hAnsi="Arial" w:cs="Arial"/>
                <w:b/>
                <w:szCs w:val="19"/>
              </w:rPr>
              <w:t>fois par période de six (6) mois – durée maximale de 48 mois</w:t>
            </w:r>
          </w:p>
        </w:tc>
      </w:tr>
      <w:tr w:rsidR="000573CE" w:rsidRPr="00711919" w14:paraId="63641FCB" w14:textId="77777777" w:rsidTr="0005642D">
        <w:trPr>
          <w:trHeight w:val="532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2446018C" w14:textId="77777777" w:rsidR="000573CE" w:rsidRPr="00711919" w:rsidRDefault="000573CE" w:rsidP="007A35C4">
            <w:pPr>
              <w:spacing w:before="40"/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N</w:t>
            </w:r>
            <w:r w:rsidRPr="00711919">
              <w:rPr>
                <w:b/>
                <w:sz w:val="24"/>
                <w:szCs w:val="24"/>
                <w:vertAlign w:val="superscript"/>
              </w:rPr>
              <w:t>o</w:t>
            </w:r>
            <w:r w:rsidRPr="00711919">
              <w:rPr>
                <w:b/>
                <w:sz w:val="24"/>
                <w:szCs w:val="24"/>
              </w:rPr>
              <w:t xml:space="preserve"> du marché 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2CB62988" w14:textId="77777777" w:rsidR="000573CE" w:rsidRPr="00711919" w:rsidRDefault="000573CE" w:rsidP="007A35C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573CE" w:rsidRPr="00711919" w14:paraId="7476339C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1324A356" w14:textId="3833C6D4" w:rsidR="000573CE" w:rsidRPr="00711919" w:rsidRDefault="000573CE" w:rsidP="007A35C4">
            <w:pPr>
              <w:spacing w:before="40"/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Direction</w:t>
            </w:r>
            <w:r w:rsidR="0005642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7F9AE5FE" w14:textId="3FADA535" w:rsidR="000573CE" w:rsidRPr="00711919" w:rsidRDefault="007A35C4" w:rsidP="007A35C4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19"/>
              </w:rPr>
              <w:t xml:space="preserve">Auvergne-Rhône-Alpes </w:t>
            </w:r>
          </w:p>
        </w:tc>
      </w:tr>
    </w:tbl>
    <w:p w14:paraId="53CF2B1B" w14:textId="77777777" w:rsidR="00C3605C" w:rsidRPr="00711919" w:rsidRDefault="00C3605C" w:rsidP="007A35C4">
      <w:pPr>
        <w:jc w:val="both"/>
        <w:rPr>
          <w:b/>
          <w:bCs/>
          <w:sz w:val="24"/>
          <w:szCs w:val="24"/>
        </w:rPr>
      </w:pPr>
    </w:p>
    <w:p w14:paraId="672B37A5" w14:textId="77777777" w:rsidR="000573CE" w:rsidRDefault="000573CE" w:rsidP="007A35C4">
      <w:pPr>
        <w:jc w:val="both"/>
      </w:pPr>
      <w:bookmarkStart w:id="0" w:name="_Hlk166750928"/>
    </w:p>
    <w:bookmarkEnd w:id="0"/>
    <w:tbl>
      <w:tblPr>
        <w:tblpPr w:leftFromText="142" w:rightFromText="142" w:vertAnchor="text" w:horzAnchor="page" w:tblpXSpec="center" w:tblpY="1"/>
        <w:tblOverlap w:val="never"/>
        <w:tblW w:w="84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8474"/>
      </w:tblGrid>
      <w:tr w:rsidR="00B45373" w:rsidRPr="00711919" w14:paraId="23CA4985" w14:textId="77777777" w:rsidTr="009F1026">
        <w:trPr>
          <w:trHeight w:val="257"/>
        </w:trPr>
        <w:tc>
          <w:tcPr>
            <w:tcW w:w="8474" w:type="dxa"/>
            <w:tcBorders>
              <w:bottom w:val="nil"/>
            </w:tcBorders>
            <w:tcMar>
              <w:right w:w="0" w:type="dxa"/>
            </w:tcMar>
          </w:tcPr>
          <w:p w14:paraId="624FA06C" w14:textId="77777777" w:rsidR="00B45373" w:rsidRPr="00711919" w:rsidRDefault="00B45373" w:rsidP="007A35C4">
            <w:pPr>
              <w:jc w:val="both"/>
              <w:rPr>
                <w:sz w:val="24"/>
                <w:szCs w:val="24"/>
              </w:rPr>
            </w:pPr>
          </w:p>
        </w:tc>
      </w:tr>
      <w:tr w:rsidR="00B45373" w:rsidRPr="00711919" w14:paraId="3927EE73" w14:textId="77777777" w:rsidTr="009F1026">
        <w:trPr>
          <w:trHeight w:val="257"/>
        </w:trPr>
        <w:tc>
          <w:tcPr>
            <w:tcW w:w="8474" w:type="dxa"/>
            <w:tcBorders>
              <w:top w:val="nil"/>
              <w:bottom w:val="nil"/>
            </w:tcBorders>
            <w:tcMar>
              <w:right w:w="0" w:type="dxa"/>
            </w:tcMar>
          </w:tcPr>
          <w:p w14:paraId="22733794" w14:textId="77777777" w:rsidR="00B45373" w:rsidRPr="00711919" w:rsidRDefault="00B45373" w:rsidP="007A35C4">
            <w:pPr>
              <w:jc w:val="both"/>
              <w:rPr>
                <w:sz w:val="24"/>
                <w:szCs w:val="24"/>
              </w:rPr>
            </w:pPr>
          </w:p>
        </w:tc>
      </w:tr>
      <w:tr w:rsidR="00B45373" w:rsidRPr="00711919" w14:paraId="4B8DD840" w14:textId="77777777" w:rsidTr="009F1026">
        <w:trPr>
          <w:trHeight w:val="293"/>
        </w:trPr>
        <w:tc>
          <w:tcPr>
            <w:tcW w:w="8474" w:type="dxa"/>
            <w:tcBorders>
              <w:top w:val="nil"/>
              <w:bottom w:val="nil"/>
            </w:tcBorders>
            <w:tcMar>
              <w:right w:w="0" w:type="dxa"/>
            </w:tcMar>
          </w:tcPr>
          <w:p w14:paraId="4BF388C5" w14:textId="0A196D3A" w:rsidR="0001632B" w:rsidRPr="00711919" w:rsidRDefault="0005642D" w:rsidP="007A35C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Type juridique </w:t>
            </w:r>
          </w:p>
          <w:p w14:paraId="7416CEBB" w14:textId="27DD7D74" w:rsidR="0005642D" w:rsidRDefault="007A35C4" w:rsidP="007A35C4">
            <w:pPr>
              <w:jc w:val="both"/>
              <w:rPr>
                <w:szCs w:val="22"/>
              </w:rPr>
            </w:pPr>
            <w:r w:rsidRPr="005C4CA1">
              <w:t>Le présent marché est un accord-cadre mono</w:t>
            </w:r>
            <w:r>
              <w:t xml:space="preserve"> </w:t>
            </w:r>
            <w:r w:rsidRPr="005C4CA1">
              <w:t xml:space="preserve">attributaire à bons de commande passé en application de </w:t>
            </w:r>
            <w:r>
              <w:rPr>
                <w:szCs w:val="22"/>
              </w:rPr>
              <w:t>la procédure adaptée en application des articles L.2123-1, R.2123-1 alinéa 1, R.2123-4, R.2113-4 à R.2113-4 à R.2113-4 à R.2113-6 du code de la commande publique</w:t>
            </w:r>
          </w:p>
          <w:p w14:paraId="2BC9DB0A" w14:textId="77777777" w:rsidR="007A35C4" w:rsidRDefault="007A35C4" w:rsidP="007A35C4">
            <w:pPr>
              <w:jc w:val="both"/>
            </w:pPr>
          </w:p>
          <w:p w14:paraId="76CD4C81" w14:textId="5039D5A2" w:rsidR="0005642D" w:rsidRDefault="0005642D" w:rsidP="007A35C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Type de procédure </w:t>
            </w:r>
          </w:p>
          <w:p w14:paraId="353DDE38" w14:textId="453CA510" w:rsidR="0005642D" w:rsidRDefault="0005642D" w:rsidP="007A35C4">
            <w:pPr>
              <w:jc w:val="both"/>
            </w:pPr>
            <w:r>
              <w:t>Procédure adaptée passée en application des articles L.2123-1 alinéa 1, R.2123-1 alinéa 1, R.2123-4 à R.2123-5</w:t>
            </w:r>
          </w:p>
          <w:p w14:paraId="7F6A50DB" w14:textId="704974EC" w:rsidR="0005642D" w:rsidRPr="00711919" w:rsidRDefault="0005642D" w:rsidP="007A35C4">
            <w:pPr>
              <w:jc w:val="both"/>
            </w:pPr>
          </w:p>
          <w:p w14:paraId="288F1A16" w14:textId="77777777" w:rsidR="00E7527C" w:rsidRPr="00711919" w:rsidRDefault="00E7527C" w:rsidP="007A35C4">
            <w:pPr>
              <w:jc w:val="both"/>
            </w:pPr>
          </w:p>
          <w:p w14:paraId="14E87DFC" w14:textId="77777777" w:rsidR="0001632B" w:rsidRPr="00711919" w:rsidRDefault="0001632B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Pouvoir adjudicateur</w:t>
            </w:r>
          </w:p>
          <w:p w14:paraId="3635E4AB" w14:textId="77777777" w:rsidR="0001632B" w:rsidRPr="00711919" w:rsidRDefault="0001632B" w:rsidP="007A35C4">
            <w:pPr>
              <w:jc w:val="both"/>
            </w:pPr>
            <w:r w:rsidRPr="00711919">
              <w:t>Institut national de recherches archéologiques préventives</w:t>
            </w:r>
          </w:p>
          <w:p w14:paraId="4C924FD5" w14:textId="77777777" w:rsidR="0001632B" w:rsidRPr="00711919" w:rsidRDefault="0001632B" w:rsidP="007A35C4">
            <w:pPr>
              <w:jc w:val="both"/>
            </w:pPr>
          </w:p>
          <w:p w14:paraId="240D84CF" w14:textId="77777777" w:rsidR="0001632B" w:rsidRPr="00711919" w:rsidRDefault="0001632B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Qualification</w:t>
            </w:r>
          </w:p>
          <w:p w14:paraId="35ACB84A" w14:textId="77777777" w:rsidR="0001632B" w:rsidRPr="00711919" w:rsidRDefault="0001632B" w:rsidP="007A35C4">
            <w:pPr>
              <w:jc w:val="both"/>
            </w:pPr>
            <w:r w:rsidRPr="00711919">
              <w:t>Établissement public à caractère administratif régi par l’article R545-24 et suivants du Code du patrimoine, tel que modifié par le décret n°2016-1126 du 11 août 2016.</w:t>
            </w:r>
          </w:p>
          <w:p w14:paraId="3E26C679" w14:textId="77777777" w:rsidR="0001632B" w:rsidRPr="00711919" w:rsidRDefault="0001632B" w:rsidP="007A35C4">
            <w:pPr>
              <w:jc w:val="both"/>
            </w:pPr>
          </w:p>
          <w:p w14:paraId="7098F6C2" w14:textId="77777777" w:rsidR="0001632B" w:rsidRPr="00711919" w:rsidRDefault="0001632B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Adresse</w:t>
            </w:r>
          </w:p>
          <w:p w14:paraId="373F5269" w14:textId="77777777" w:rsidR="0001632B" w:rsidRPr="00711919" w:rsidRDefault="0001632B" w:rsidP="007A35C4">
            <w:pPr>
              <w:jc w:val="both"/>
            </w:pPr>
            <w:r w:rsidRPr="00711919">
              <w:t>121, rue d’Alesia CS 20007 Paris 75014</w:t>
            </w:r>
          </w:p>
          <w:p w14:paraId="13494935" w14:textId="77777777" w:rsidR="0001632B" w:rsidRPr="00711919" w:rsidRDefault="0001632B" w:rsidP="007A35C4">
            <w:pPr>
              <w:jc w:val="both"/>
            </w:pPr>
          </w:p>
          <w:p w14:paraId="7D8A3F88" w14:textId="77777777" w:rsidR="0001632B" w:rsidRPr="00711919" w:rsidRDefault="0001632B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 xml:space="preserve">Autorité compétente : </w:t>
            </w:r>
          </w:p>
          <w:p w14:paraId="3BB436F9" w14:textId="7E7E0CA2" w:rsidR="003B5863" w:rsidRPr="00711919" w:rsidRDefault="003B5863" w:rsidP="007A35C4">
            <w:pPr>
              <w:jc w:val="both"/>
            </w:pPr>
            <w:r w:rsidRPr="00711919">
              <w:t xml:space="preserve">Dominique Garcia, Président de l’institut national de recherches archéologiques préventives nommé par décret du Président de la République </w:t>
            </w:r>
            <w:r w:rsidR="0082227F">
              <w:t>du</w:t>
            </w:r>
            <w:r w:rsidR="0082227F" w:rsidRPr="0082227F">
              <w:t xml:space="preserve"> 8 janvier 202</w:t>
            </w:r>
            <w:r w:rsidR="0082227F">
              <w:t>4.</w:t>
            </w:r>
          </w:p>
          <w:p w14:paraId="16339A9D" w14:textId="77777777" w:rsidR="0005642D" w:rsidRPr="0081560C" w:rsidRDefault="0005642D" w:rsidP="007A35C4">
            <w:pPr>
              <w:jc w:val="both"/>
              <w:rPr>
                <w:b/>
              </w:rPr>
            </w:pPr>
          </w:p>
          <w:p w14:paraId="54BF26E4" w14:textId="77777777" w:rsidR="0005642D" w:rsidRDefault="0005642D" w:rsidP="007A35C4">
            <w:pPr>
              <w:jc w:val="both"/>
              <w:rPr>
                <w:b/>
              </w:rPr>
            </w:pPr>
          </w:p>
          <w:p w14:paraId="4443D8F6" w14:textId="77777777" w:rsidR="0005642D" w:rsidRDefault="0005642D" w:rsidP="007A35C4">
            <w:pPr>
              <w:jc w:val="both"/>
              <w:rPr>
                <w:b/>
              </w:rPr>
            </w:pPr>
            <w:r w:rsidRPr="0081560C">
              <w:rPr>
                <w:b/>
              </w:rPr>
              <w:t>Désignation de la personne habilitée à donner les renseignements prévus par les articles R.2191-60 à R.2191-61 du code de la commande publique (nantissement ou cession de créances) :</w:t>
            </w:r>
          </w:p>
          <w:p w14:paraId="79E730ED" w14:textId="77777777" w:rsidR="0005642D" w:rsidRPr="0081560C" w:rsidRDefault="0005642D" w:rsidP="007A35C4">
            <w:pPr>
              <w:jc w:val="both"/>
            </w:pPr>
            <w:r w:rsidRPr="0081560C">
              <w:rPr>
                <w:b/>
              </w:rPr>
              <w:t xml:space="preserve"> </w:t>
            </w:r>
            <w:r w:rsidRPr="0081560C">
              <w:t>L’agent comptable de l’Institut national de recherches archéologiques pr</w:t>
            </w:r>
            <w:r>
              <w:t xml:space="preserve">éventives </w:t>
            </w:r>
          </w:p>
          <w:p w14:paraId="51974FD3" w14:textId="77777777" w:rsidR="0001632B" w:rsidRPr="00711919" w:rsidRDefault="0001632B" w:rsidP="007A35C4">
            <w:pPr>
              <w:jc w:val="both"/>
            </w:pPr>
          </w:p>
          <w:p w14:paraId="61A6F206" w14:textId="77777777" w:rsidR="0005642D" w:rsidRPr="0081560C" w:rsidRDefault="0001632B" w:rsidP="007A35C4">
            <w:pPr>
              <w:jc w:val="both"/>
            </w:pPr>
            <w:r w:rsidRPr="00711919">
              <w:rPr>
                <w:b/>
                <w:bCs/>
              </w:rPr>
              <w:lastRenderedPageBreak/>
              <w:t>Comptable assignataire</w:t>
            </w:r>
            <w:r w:rsidR="0005642D">
              <w:rPr>
                <w:b/>
                <w:bCs/>
              </w:rPr>
              <w:t> </w:t>
            </w:r>
            <w:r w:rsidR="0005642D">
              <w:t xml:space="preserve">: </w:t>
            </w:r>
            <w:r w:rsidR="0005642D" w:rsidRPr="0081560C">
              <w:rPr>
                <w:b/>
              </w:rPr>
              <w:t xml:space="preserve"> </w:t>
            </w:r>
            <w:r w:rsidR="0005642D" w:rsidRPr="0081560C">
              <w:t>L’agent comptable de l’Institut national de recherches archéologiques préventives - 121, rue d’Alésia - CS 20007 -75 685 Paris cedex 14</w:t>
            </w:r>
          </w:p>
          <w:p w14:paraId="5C9FACA4" w14:textId="77777777" w:rsidR="0005642D" w:rsidRPr="00A16CBE" w:rsidRDefault="0005642D" w:rsidP="007A35C4">
            <w:pPr>
              <w:jc w:val="both"/>
            </w:pPr>
            <w:r w:rsidRPr="0081560C">
              <w:t>Tel : 01 40 08 80 00</w:t>
            </w:r>
          </w:p>
          <w:p w14:paraId="48D5C25A" w14:textId="67FE723B" w:rsidR="00B45373" w:rsidRPr="00711919" w:rsidRDefault="00B45373" w:rsidP="007A35C4">
            <w:pPr>
              <w:jc w:val="both"/>
              <w:rPr>
                <w:sz w:val="24"/>
                <w:szCs w:val="24"/>
              </w:rPr>
            </w:pPr>
          </w:p>
        </w:tc>
      </w:tr>
    </w:tbl>
    <w:p w14:paraId="21E0CED3" w14:textId="6A6A4BCE" w:rsidR="00556E32" w:rsidRPr="00711919" w:rsidRDefault="00556E32" w:rsidP="007A35C4">
      <w:pPr>
        <w:spacing w:line="240" w:lineRule="exact"/>
        <w:jc w:val="both"/>
        <w:rPr>
          <w:sz w:val="24"/>
          <w:szCs w:val="24"/>
        </w:rPr>
      </w:pPr>
    </w:p>
    <w:p w14:paraId="795C5242" w14:textId="77777777" w:rsidR="00556E32" w:rsidRPr="00711919" w:rsidRDefault="00556E32" w:rsidP="007A35C4">
      <w:pPr>
        <w:spacing w:line="240" w:lineRule="exact"/>
        <w:jc w:val="both"/>
        <w:rPr>
          <w:sz w:val="24"/>
          <w:szCs w:val="24"/>
        </w:rPr>
      </w:pPr>
    </w:p>
    <w:p w14:paraId="771AD9B3" w14:textId="77777777" w:rsidR="00556E32" w:rsidRPr="00711919" w:rsidRDefault="00556E32" w:rsidP="007A35C4">
      <w:pPr>
        <w:spacing w:line="240" w:lineRule="exact"/>
        <w:jc w:val="both"/>
        <w:rPr>
          <w:sz w:val="24"/>
          <w:szCs w:val="24"/>
        </w:rPr>
      </w:pPr>
    </w:p>
    <w:p w14:paraId="1F764DC4" w14:textId="77777777" w:rsidR="00556E32" w:rsidRPr="00711919" w:rsidRDefault="00556E32" w:rsidP="007A35C4">
      <w:pPr>
        <w:spacing w:line="240" w:lineRule="exact"/>
        <w:jc w:val="both"/>
        <w:rPr>
          <w:b/>
          <w:sz w:val="24"/>
          <w:szCs w:val="24"/>
        </w:rPr>
      </w:pPr>
    </w:p>
    <w:p w14:paraId="04D0CF22" w14:textId="77777777" w:rsidR="00B45373" w:rsidRPr="00711919" w:rsidRDefault="00B45373" w:rsidP="007A35C4">
      <w:pPr>
        <w:spacing w:line="240" w:lineRule="exact"/>
        <w:jc w:val="both"/>
        <w:rPr>
          <w:b/>
          <w:sz w:val="24"/>
          <w:szCs w:val="24"/>
        </w:rPr>
      </w:pPr>
    </w:p>
    <w:p w14:paraId="59A70771" w14:textId="77777777" w:rsidR="00B45373" w:rsidRPr="00711919" w:rsidRDefault="00B45373" w:rsidP="007A35C4">
      <w:pPr>
        <w:spacing w:line="240" w:lineRule="exact"/>
        <w:jc w:val="both"/>
        <w:rPr>
          <w:b/>
          <w:sz w:val="24"/>
          <w:szCs w:val="24"/>
        </w:rPr>
      </w:pPr>
    </w:p>
    <w:p w14:paraId="38CF5C87" w14:textId="77777777" w:rsidR="0082227F" w:rsidRDefault="00B45373" w:rsidP="007A35C4">
      <w:pPr>
        <w:jc w:val="both"/>
      </w:pPr>
      <w:r w:rsidRPr="00711919">
        <w:br w:type="page"/>
      </w:r>
    </w:p>
    <w:p w14:paraId="77D56DD0" w14:textId="13798AD2" w:rsidR="00B45373" w:rsidRPr="00711919" w:rsidRDefault="00B45373" w:rsidP="007A35C4">
      <w:pPr>
        <w:pStyle w:val="Titre3"/>
        <w:jc w:val="both"/>
      </w:pPr>
      <w:r w:rsidRPr="00711919">
        <w:lastRenderedPageBreak/>
        <w:t>1. Engagement du candidat</w:t>
      </w:r>
    </w:p>
    <w:p w14:paraId="51E2B6C1" w14:textId="77777777" w:rsidR="00B45373" w:rsidRPr="00711919" w:rsidRDefault="00B45373" w:rsidP="007A35C4">
      <w:pPr>
        <w:spacing w:line="240" w:lineRule="exact"/>
        <w:jc w:val="both"/>
        <w:rPr>
          <w:i/>
          <w:sz w:val="24"/>
          <w:szCs w:val="24"/>
        </w:rPr>
      </w:pPr>
      <w:r w:rsidRPr="00711919">
        <w:rPr>
          <w:i/>
          <w:sz w:val="24"/>
          <w:szCs w:val="24"/>
        </w:rPr>
        <w:t>(Le présent document concerne un candidat ou un groupement constitué de plusieurs fournisseurs)</w:t>
      </w:r>
    </w:p>
    <w:p w14:paraId="0189DD10" w14:textId="2750C409" w:rsidR="00B45373" w:rsidRDefault="00B45373" w:rsidP="007A35C4">
      <w:pPr>
        <w:spacing w:line="240" w:lineRule="exact"/>
        <w:jc w:val="both"/>
        <w:rPr>
          <w:sz w:val="24"/>
          <w:szCs w:val="24"/>
        </w:rPr>
      </w:pPr>
    </w:p>
    <w:p w14:paraId="71400F5D" w14:textId="77777777" w:rsidR="002425CE" w:rsidRPr="00BF5B4F" w:rsidRDefault="002425CE" w:rsidP="007A35C4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</w:t>
      </w:r>
      <w:r>
        <w:rPr>
          <w:u w:val="single"/>
        </w:rPr>
        <w:t xml:space="preserve">un candidat agissant pour le </w:t>
      </w:r>
      <w:r w:rsidRPr="00BF5B4F">
        <w:rPr>
          <w:u w:val="single"/>
        </w:rPr>
        <w:t xml:space="preserve">compte </w:t>
      </w:r>
      <w:r>
        <w:rPr>
          <w:u w:val="single"/>
        </w:rPr>
        <w:t>d’une société</w:t>
      </w:r>
    </w:p>
    <w:p w14:paraId="419A47DD" w14:textId="77777777" w:rsidR="002425CE" w:rsidRPr="0081560C" w:rsidRDefault="002425CE" w:rsidP="007A35C4">
      <w:pPr>
        <w:spacing w:line="240" w:lineRule="exact"/>
        <w:jc w:val="both"/>
      </w:pPr>
    </w:p>
    <w:p w14:paraId="56C3C479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2F5531F8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726AD307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072EAEE1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24F7A09E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4AD98DB0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171D6CEF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5EE8D80D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25B552A6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383081AC" w14:textId="77777777" w:rsidR="002425CE" w:rsidRPr="0081560C" w:rsidRDefault="002425CE" w:rsidP="007A35C4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37EB7562" w14:textId="77777777" w:rsidR="002425CE" w:rsidRPr="0081560C" w:rsidRDefault="002425CE" w:rsidP="007A35C4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5F02F888" w14:textId="77777777" w:rsidR="002425CE" w:rsidRPr="0081560C" w:rsidRDefault="002425CE" w:rsidP="007A35C4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00561A2" w14:textId="77777777" w:rsidR="002425CE" w:rsidRPr="0081560C" w:rsidRDefault="002425CE" w:rsidP="007A35C4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397F50BB" w14:textId="77777777" w:rsidR="002425CE" w:rsidRPr="0081560C" w:rsidRDefault="002425CE" w:rsidP="007A35C4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6448D758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597A3AC3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412D24FB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7BF0785D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5346770E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515223E2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57378019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9639"/>
        </w:tabs>
        <w:spacing w:line="240" w:lineRule="exact"/>
        <w:jc w:val="both"/>
      </w:pPr>
    </w:p>
    <w:p w14:paraId="073A279C" w14:textId="77777777" w:rsidR="002425CE" w:rsidRPr="0081560C" w:rsidRDefault="002425CE" w:rsidP="007A35C4">
      <w:pPr>
        <w:spacing w:line="240" w:lineRule="exact"/>
        <w:jc w:val="both"/>
      </w:pPr>
      <w:r w:rsidRPr="0081560C">
        <w:t xml:space="preserve">- M’ENGAGE sans réserve, conformément aux stipulations des documents visés ci-dessous, à exécuter les prestations décrites au cahier des </w:t>
      </w:r>
      <w:r>
        <w:t xml:space="preserve">clauses techniques particulières </w:t>
      </w:r>
      <w:r w:rsidRPr="0081560C">
        <w:t xml:space="preserve">ainsi que l’ensemble des documents qui y sont mentionnés dans les conditions ci-après définies. </w:t>
      </w:r>
    </w:p>
    <w:p w14:paraId="5D0E4E0F" w14:textId="77777777" w:rsidR="002425CE" w:rsidRPr="0081560C" w:rsidRDefault="002425CE" w:rsidP="007A35C4">
      <w:pPr>
        <w:spacing w:line="240" w:lineRule="exact"/>
        <w:jc w:val="both"/>
      </w:pPr>
    </w:p>
    <w:p w14:paraId="08D56CBF" w14:textId="77777777" w:rsidR="002425CE" w:rsidRDefault="002425CE" w:rsidP="007A35C4">
      <w:pPr>
        <w:spacing w:line="240" w:lineRule="exact"/>
        <w:jc w:val="both"/>
      </w:pPr>
      <w:r w:rsidRPr="0081560C">
        <w:t>L'offre ainsi présentée ne me lie que si son acceptation m’est notifiée dans un délai de 6 (six) mois à compter de la date de signature par mes soins du présent acte d'engagement.</w:t>
      </w:r>
    </w:p>
    <w:p w14:paraId="7EB97FF3" w14:textId="77777777" w:rsidR="002425CE" w:rsidRDefault="002425CE" w:rsidP="007A35C4">
      <w:pPr>
        <w:spacing w:line="240" w:lineRule="exact"/>
        <w:jc w:val="both"/>
      </w:pPr>
    </w:p>
    <w:p w14:paraId="2D6E7FB2" w14:textId="77777777" w:rsidR="002425CE" w:rsidRDefault="002425CE" w:rsidP="007A35C4">
      <w:pPr>
        <w:spacing w:line="240" w:lineRule="exact"/>
        <w:jc w:val="both"/>
      </w:pPr>
    </w:p>
    <w:p w14:paraId="0325913B" w14:textId="77777777" w:rsidR="002425CE" w:rsidRPr="00BF5B4F" w:rsidRDefault="002425CE" w:rsidP="007A35C4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d’un candidat se présentant en groupement</w:t>
      </w:r>
    </w:p>
    <w:p w14:paraId="53413570" w14:textId="77777777" w:rsidR="002425CE" w:rsidRPr="0081560C" w:rsidRDefault="002425CE" w:rsidP="007A35C4">
      <w:pPr>
        <w:spacing w:line="240" w:lineRule="exact"/>
        <w:jc w:val="both"/>
      </w:pPr>
    </w:p>
    <w:p w14:paraId="07ABDB97" w14:textId="77777777" w:rsidR="002425CE" w:rsidRPr="0081560C" w:rsidRDefault="002425CE" w:rsidP="007A35C4">
      <w:pPr>
        <w:spacing w:line="240" w:lineRule="exact"/>
        <w:jc w:val="both"/>
      </w:pPr>
      <w:r w:rsidRPr="0081560C">
        <w:t>- NOUS ENGAGEONS sans réserve en tant que </w:t>
      </w:r>
      <w:r>
        <w:t>(cocher la case correspondante)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2425CE" w:rsidRPr="0081560C" w14:paraId="0366EC2E" w14:textId="77777777" w:rsidTr="009176E6">
        <w:trPr>
          <w:trHeight w:val="567"/>
        </w:trPr>
        <w:tc>
          <w:tcPr>
            <w:tcW w:w="426" w:type="dxa"/>
            <w:tcBorders>
              <w:bottom w:val="single" w:sz="2" w:space="0" w:color="auto"/>
            </w:tcBorders>
            <w:vAlign w:val="bottom"/>
          </w:tcPr>
          <w:p w14:paraId="6713E86D" w14:textId="77777777" w:rsidR="002425CE" w:rsidRPr="0081560C" w:rsidRDefault="002425CE" w:rsidP="007A35C4">
            <w:pPr>
              <w:spacing w:after="80"/>
              <w:jc w:val="both"/>
            </w:pPr>
          </w:p>
        </w:tc>
        <w:tc>
          <w:tcPr>
            <w:tcW w:w="8063" w:type="dxa"/>
            <w:tcBorders>
              <w:bottom w:val="single" w:sz="2" w:space="0" w:color="auto"/>
            </w:tcBorders>
            <w:vAlign w:val="bottom"/>
          </w:tcPr>
          <w:p w14:paraId="01C87CC3" w14:textId="77777777" w:rsidR="002425CE" w:rsidRPr="0081560C" w:rsidRDefault="002425CE" w:rsidP="007A35C4">
            <w:pPr>
              <w:spacing w:after="80"/>
              <w:jc w:val="both"/>
            </w:pPr>
          </w:p>
        </w:tc>
      </w:tr>
      <w:tr w:rsidR="002425CE" w:rsidRPr="0081560C" w14:paraId="3D19B8A8" w14:textId="77777777" w:rsidTr="009176E6">
        <w:trPr>
          <w:trHeight w:val="397"/>
        </w:trPr>
        <w:tc>
          <w:tcPr>
            <w:tcW w:w="426" w:type="dxa"/>
            <w:tcBorders>
              <w:top w:val="single" w:sz="2" w:space="0" w:color="auto"/>
            </w:tcBorders>
            <w:vAlign w:val="bottom"/>
          </w:tcPr>
          <w:p w14:paraId="1E7F620E" w14:textId="77777777" w:rsidR="002425CE" w:rsidRPr="0081560C" w:rsidRDefault="002425CE" w:rsidP="007A35C4">
            <w:pPr>
              <w:spacing w:after="80"/>
              <w:jc w:val="both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Pr="0081560C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tcBorders>
              <w:top w:val="single" w:sz="2" w:space="0" w:color="auto"/>
            </w:tcBorders>
            <w:vAlign w:val="bottom"/>
          </w:tcPr>
          <w:p w14:paraId="17E1662E" w14:textId="77777777" w:rsidR="002425CE" w:rsidRPr="0081560C" w:rsidRDefault="002425CE" w:rsidP="007A35C4">
            <w:pPr>
              <w:spacing w:after="80"/>
              <w:jc w:val="both"/>
            </w:pPr>
            <w:r w:rsidRPr="0081560C">
              <w:t xml:space="preserve"> </w:t>
            </w:r>
            <w:proofErr w:type="gramStart"/>
            <w:r w:rsidRPr="0081560C">
              <w:t>groupement</w:t>
            </w:r>
            <w:proofErr w:type="gramEnd"/>
            <w:r w:rsidRPr="0081560C">
              <w:t xml:space="preserve"> solidaire</w:t>
            </w:r>
          </w:p>
        </w:tc>
      </w:tr>
      <w:tr w:rsidR="002425CE" w:rsidRPr="0081560C" w14:paraId="380FA475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1ECDE13C" w14:textId="77777777" w:rsidR="002425CE" w:rsidRPr="0081560C" w:rsidRDefault="002425CE" w:rsidP="007A35C4">
            <w:pPr>
              <w:spacing w:after="80"/>
              <w:jc w:val="both"/>
            </w:pPr>
            <w:r w:rsidRPr="0081560C"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Pr="0081560C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5B466EA5" w14:textId="77777777" w:rsidR="002425CE" w:rsidRPr="0081560C" w:rsidRDefault="002425CE" w:rsidP="007A35C4">
            <w:pPr>
              <w:spacing w:after="80"/>
              <w:jc w:val="both"/>
            </w:pPr>
            <w:r w:rsidRPr="0081560C">
              <w:t xml:space="preserve"> </w:t>
            </w:r>
            <w:proofErr w:type="gramStart"/>
            <w:r w:rsidRPr="0081560C">
              <w:t>groupement</w:t>
            </w:r>
            <w:proofErr w:type="gramEnd"/>
            <w:r w:rsidRPr="0081560C">
              <w:t xml:space="preserve"> conjoint</w:t>
            </w:r>
          </w:p>
        </w:tc>
      </w:tr>
    </w:tbl>
    <w:p w14:paraId="4B24E14A" w14:textId="77777777" w:rsidR="002425CE" w:rsidRPr="0081560C" w:rsidRDefault="002425CE" w:rsidP="007A35C4">
      <w:pPr>
        <w:spacing w:line="240" w:lineRule="exact"/>
        <w:jc w:val="both"/>
      </w:pPr>
    </w:p>
    <w:p w14:paraId="60E3A3FB" w14:textId="77777777" w:rsidR="002425CE" w:rsidRPr="0081560C" w:rsidRDefault="002425CE" w:rsidP="007A35C4">
      <w:pPr>
        <w:spacing w:line="240" w:lineRule="exact"/>
        <w:jc w:val="both"/>
      </w:pPr>
    </w:p>
    <w:p w14:paraId="1816B4B2" w14:textId="77777777" w:rsidR="002425CE" w:rsidRPr="0081560C" w:rsidRDefault="002425CE" w:rsidP="007A35C4">
      <w:pPr>
        <w:spacing w:line="240" w:lineRule="exact"/>
        <w:jc w:val="both"/>
      </w:pPr>
      <w:proofErr w:type="gramStart"/>
      <w:r w:rsidRPr="0081560C">
        <w:t>conformément</w:t>
      </w:r>
      <w:proofErr w:type="gramEnd"/>
      <w:r w:rsidRPr="0081560C">
        <w:t xml:space="preserve"> aux stipulations des documents visés ci-dessous, à exécuter les prestations décrites au cahier des clauses techniques particulières ainsi que l’ensemble des documents qui y sont mentionnés dans les conditions ci-après définies. </w:t>
      </w:r>
    </w:p>
    <w:p w14:paraId="3A1EC258" w14:textId="77777777" w:rsidR="002425CE" w:rsidRPr="0081560C" w:rsidRDefault="002425CE" w:rsidP="007A35C4">
      <w:pPr>
        <w:spacing w:line="240" w:lineRule="exact"/>
        <w:jc w:val="both"/>
      </w:pPr>
    </w:p>
    <w:p w14:paraId="49126DDB" w14:textId="77777777" w:rsidR="002425CE" w:rsidRPr="0081560C" w:rsidRDefault="002425CE" w:rsidP="007A35C4">
      <w:pPr>
        <w:jc w:val="both"/>
      </w:pPr>
      <w:r w:rsidRPr="0081560C">
        <w:t xml:space="preserve">L'offre ainsi présentée ne nous lie que si son acceptation nous est notifiée dans un délai de </w:t>
      </w:r>
      <w:r>
        <w:t>9</w:t>
      </w:r>
      <w:r w:rsidRPr="0081560C">
        <w:t xml:space="preserve"> (</w:t>
      </w:r>
      <w:r>
        <w:t>neuf</w:t>
      </w:r>
      <w:r w:rsidRPr="0081560C">
        <w:t>) mois à compter de la date de signature par nos soins du présent acte d'engagement.</w:t>
      </w:r>
    </w:p>
    <w:p w14:paraId="630D33C3" w14:textId="77777777" w:rsidR="002425CE" w:rsidRPr="0081560C" w:rsidRDefault="002425CE" w:rsidP="007A35C4">
      <w:pPr>
        <w:spacing w:line="240" w:lineRule="exact"/>
        <w:jc w:val="both"/>
      </w:pPr>
    </w:p>
    <w:p w14:paraId="0C87AB71" w14:textId="77777777" w:rsidR="002425CE" w:rsidRPr="0081560C" w:rsidRDefault="002425CE" w:rsidP="007A35C4">
      <w:pPr>
        <w:spacing w:line="240" w:lineRule="exact"/>
        <w:jc w:val="both"/>
      </w:pPr>
      <w:r w:rsidRPr="0081560C">
        <w:t>La société ………………………………</w:t>
      </w:r>
      <w:proofErr w:type="gramStart"/>
      <w:r w:rsidRPr="0081560C">
        <w:t>…….</w:t>
      </w:r>
      <w:proofErr w:type="gramEnd"/>
      <w:r w:rsidRPr="0081560C">
        <w:t>agissant en tant que mandataire solidaire.</w:t>
      </w:r>
    </w:p>
    <w:p w14:paraId="4BC8BB3B" w14:textId="77777777" w:rsidR="002425CE" w:rsidRPr="0081560C" w:rsidRDefault="002425CE" w:rsidP="007A35C4">
      <w:pPr>
        <w:spacing w:line="240" w:lineRule="exact"/>
        <w:jc w:val="both"/>
      </w:pPr>
    </w:p>
    <w:p w14:paraId="6EC3B493" w14:textId="77777777" w:rsidR="002425CE" w:rsidRPr="0081560C" w:rsidRDefault="002425CE" w:rsidP="007A35C4">
      <w:pPr>
        <w:spacing w:line="240" w:lineRule="exact"/>
        <w:jc w:val="both"/>
      </w:pPr>
    </w:p>
    <w:p w14:paraId="64F36C0D" w14:textId="77777777" w:rsidR="002425CE" w:rsidRDefault="002425CE" w:rsidP="007A35C4">
      <w:pPr>
        <w:jc w:val="both"/>
      </w:pPr>
      <w:r>
        <w:t>Co-traitant 1</w:t>
      </w:r>
    </w:p>
    <w:p w14:paraId="69852A47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34B3D3CA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lastRenderedPageBreak/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71D0B8BB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6F4BE1A8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4D1CD075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6575FE08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7A9F5776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4DEB52E9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57D89706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2B26ADFA" w14:textId="77777777" w:rsidR="002425CE" w:rsidRPr="0081560C" w:rsidRDefault="002425CE" w:rsidP="007A35C4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05ED1FC6" w14:textId="77777777" w:rsidR="002425CE" w:rsidRPr="0081560C" w:rsidRDefault="002425CE" w:rsidP="007A35C4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74E89B22" w14:textId="77777777" w:rsidR="002425CE" w:rsidRPr="0081560C" w:rsidRDefault="002425CE" w:rsidP="007A35C4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A946E00" w14:textId="77777777" w:rsidR="002425CE" w:rsidRPr="0081560C" w:rsidRDefault="002425CE" w:rsidP="007A35C4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4B4CB936" w14:textId="77777777" w:rsidR="002425CE" w:rsidRPr="0081560C" w:rsidRDefault="002425CE" w:rsidP="007A35C4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596A23D5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57ED8CB3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4F3BA590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3E4B6CCA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6E99554D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0B6A5599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09629458" w14:textId="77777777" w:rsidR="002425CE" w:rsidRPr="00BF5B4F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25E1AB91" w14:textId="77777777" w:rsidR="002425CE" w:rsidRDefault="002425CE" w:rsidP="007A35C4">
      <w:pPr>
        <w:jc w:val="both"/>
      </w:pPr>
      <w:r>
        <w:t>Co-traitant 2</w:t>
      </w:r>
    </w:p>
    <w:p w14:paraId="5D7FAAF9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05CEEF5F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6EC1CBFA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1BBB2611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75B0118B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7E9E0A9D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100A1276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6D730238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702917E0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7385DE30" w14:textId="77777777" w:rsidR="002425CE" w:rsidRPr="0081560C" w:rsidRDefault="002425CE" w:rsidP="007A35C4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71A9D457" w14:textId="77777777" w:rsidR="002425CE" w:rsidRPr="0081560C" w:rsidRDefault="002425CE" w:rsidP="007A35C4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1B440605" w14:textId="77777777" w:rsidR="002425CE" w:rsidRPr="0081560C" w:rsidRDefault="002425CE" w:rsidP="007A35C4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BA79D66" w14:textId="77777777" w:rsidR="002425CE" w:rsidRPr="0081560C" w:rsidRDefault="002425CE" w:rsidP="007A35C4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084E12A6" w14:textId="77777777" w:rsidR="002425CE" w:rsidRPr="0081560C" w:rsidRDefault="002425CE" w:rsidP="007A35C4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362E0D72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1FC6AF86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24486ABE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0933C44F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21FEB08A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42C76D8F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77C2CF1A" w14:textId="77777777" w:rsidR="002425CE" w:rsidRDefault="002425CE" w:rsidP="007A35C4">
      <w:pPr>
        <w:jc w:val="both"/>
      </w:pPr>
    </w:p>
    <w:p w14:paraId="07901594" w14:textId="77777777" w:rsidR="002425CE" w:rsidRPr="00BF5B4F" w:rsidRDefault="002425CE" w:rsidP="007A35C4">
      <w:pPr>
        <w:jc w:val="both"/>
        <w:rPr>
          <w:i/>
        </w:rPr>
      </w:pPr>
      <w:r w:rsidRPr="00BF5B4F">
        <w:rPr>
          <w:i/>
        </w:rPr>
        <w:t>*S’il y a plus de 3 cotraitants dans le groupement, il appartient au candidat de dupliquer le paragraphe précédent en autant de cotraitants.</w:t>
      </w:r>
    </w:p>
    <w:p w14:paraId="3D988F6E" w14:textId="77777777" w:rsidR="002425CE" w:rsidRDefault="002425CE" w:rsidP="007A35C4">
      <w:pPr>
        <w:jc w:val="both"/>
      </w:pPr>
    </w:p>
    <w:p w14:paraId="20C33F70" w14:textId="77777777" w:rsidR="002425CE" w:rsidRDefault="002425CE" w:rsidP="007A35C4">
      <w:pPr>
        <w:jc w:val="both"/>
      </w:pPr>
    </w:p>
    <w:p w14:paraId="7D65624F" w14:textId="77777777" w:rsidR="002425CE" w:rsidRPr="00BF5B4F" w:rsidRDefault="002425CE" w:rsidP="007A35C4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d’un candidat</w:t>
      </w:r>
      <w:r>
        <w:rPr>
          <w:u w:val="single"/>
        </w:rPr>
        <w:t xml:space="preserve"> se présentant seul</w:t>
      </w:r>
    </w:p>
    <w:p w14:paraId="35795A80" w14:textId="77777777" w:rsidR="002425CE" w:rsidRDefault="002425CE" w:rsidP="007A35C4">
      <w:pPr>
        <w:jc w:val="both"/>
      </w:pPr>
    </w:p>
    <w:p w14:paraId="0B91A643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6DA40FEF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>
        <w:t>agissant</w:t>
      </w:r>
      <w:proofErr w:type="gramEnd"/>
      <w:r>
        <w:t xml:space="preserve"> pour mon propre compte</w:t>
      </w:r>
      <w:r w:rsidRPr="0081560C">
        <w:t xml:space="preserve"> : </w:t>
      </w:r>
      <w:r w:rsidRPr="0081560C">
        <w:tab/>
      </w:r>
    </w:p>
    <w:p w14:paraId="4A043B7C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1F6AE109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6247D9B4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7977BA82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013B118E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521D1FAB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4254CDF8" w14:textId="77777777" w:rsidR="002425CE" w:rsidRPr="0081560C" w:rsidRDefault="002425CE" w:rsidP="007A35C4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4A6E8925" w14:textId="77777777" w:rsidR="002425CE" w:rsidRPr="0081560C" w:rsidRDefault="002425CE" w:rsidP="007A35C4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0D90396B" w14:textId="77777777" w:rsidR="002425CE" w:rsidRPr="0081560C" w:rsidRDefault="002425CE" w:rsidP="007A35C4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lastRenderedPageBreak/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70F783B4" w14:textId="77777777" w:rsidR="002425CE" w:rsidRPr="0081560C" w:rsidRDefault="002425CE" w:rsidP="007A35C4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62847551" w14:textId="77777777" w:rsidR="002425CE" w:rsidRPr="0081560C" w:rsidRDefault="002425CE" w:rsidP="007A35C4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0E95980B" w14:textId="77777777" w:rsidR="002425CE" w:rsidRDefault="002425CE" w:rsidP="007A35C4">
      <w:pPr>
        <w:jc w:val="both"/>
      </w:pPr>
    </w:p>
    <w:p w14:paraId="1BF69BE4" w14:textId="77777777" w:rsidR="002425CE" w:rsidRDefault="002425CE" w:rsidP="007A35C4">
      <w:pPr>
        <w:jc w:val="both"/>
      </w:pPr>
    </w:p>
    <w:p w14:paraId="5EC72EA7" w14:textId="77777777" w:rsidR="002425CE" w:rsidRPr="0081560C" w:rsidRDefault="002425CE" w:rsidP="007A35C4">
      <w:pPr>
        <w:spacing w:line="240" w:lineRule="exact"/>
        <w:jc w:val="both"/>
      </w:pPr>
      <w:r w:rsidRPr="0081560C">
        <w:tab/>
        <w:t>- M’ENGAGE sans réserve, conformément aux stipulations des documents visés ci-dessous, à exécuter les prestations décrites au cahier des clauses techniques particulières</w:t>
      </w:r>
      <w:r>
        <w:t xml:space="preserve"> </w:t>
      </w:r>
      <w:r w:rsidRPr="0081560C">
        <w:t xml:space="preserve">ainsi que l’ensemble des documents qui y sont mentionnés dans les conditions ci-après définies. </w:t>
      </w:r>
    </w:p>
    <w:p w14:paraId="1A5598AF" w14:textId="77777777" w:rsidR="002425CE" w:rsidRPr="0081560C" w:rsidRDefault="002425CE" w:rsidP="007A35C4">
      <w:pPr>
        <w:spacing w:line="240" w:lineRule="exact"/>
        <w:jc w:val="both"/>
      </w:pPr>
    </w:p>
    <w:p w14:paraId="60CF2725" w14:textId="77777777" w:rsidR="002425CE" w:rsidRDefault="002425CE" w:rsidP="007A35C4">
      <w:pPr>
        <w:spacing w:line="240" w:lineRule="exact"/>
        <w:jc w:val="both"/>
      </w:pPr>
      <w:r w:rsidRPr="0081560C">
        <w:t xml:space="preserve">L'offre ainsi présentée ne me lie que si son acceptation m’est notifiée dans un délai de </w:t>
      </w:r>
      <w:r>
        <w:t>9</w:t>
      </w:r>
      <w:r w:rsidRPr="0081560C">
        <w:t xml:space="preserve"> (</w:t>
      </w:r>
      <w:r>
        <w:t>neuf)</w:t>
      </w:r>
      <w:r w:rsidRPr="0081560C">
        <w:t xml:space="preserve"> mois à compter de la date de signature par mes soins du présent acte d'engagement.</w:t>
      </w:r>
    </w:p>
    <w:p w14:paraId="607D4278" w14:textId="77777777" w:rsidR="002425CE" w:rsidRPr="00711919" w:rsidRDefault="002425CE" w:rsidP="007A35C4">
      <w:pPr>
        <w:spacing w:line="240" w:lineRule="exact"/>
        <w:jc w:val="both"/>
        <w:rPr>
          <w:sz w:val="24"/>
          <w:szCs w:val="24"/>
        </w:rPr>
      </w:pPr>
    </w:p>
    <w:p w14:paraId="7D42E4B6" w14:textId="77777777" w:rsidR="00B45373" w:rsidRPr="00711919" w:rsidRDefault="00B45373" w:rsidP="007A35C4">
      <w:pPr>
        <w:spacing w:line="240" w:lineRule="exact"/>
        <w:jc w:val="both"/>
        <w:rPr>
          <w:sz w:val="24"/>
          <w:szCs w:val="24"/>
        </w:rPr>
      </w:pPr>
    </w:p>
    <w:p w14:paraId="0A4D16BA" w14:textId="76182D2B" w:rsidR="00B45373" w:rsidRPr="00711919" w:rsidRDefault="00B45373" w:rsidP="007A35C4">
      <w:pPr>
        <w:pStyle w:val="Titre3"/>
        <w:jc w:val="both"/>
      </w:pPr>
      <w:r w:rsidRPr="00711919">
        <w:t>2</w:t>
      </w:r>
      <w:r w:rsidR="00711919">
        <w:t>. Objet du marché</w:t>
      </w:r>
    </w:p>
    <w:p w14:paraId="4A6D93BE" w14:textId="77777777" w:rsidR="00B45373" w:rsidRPr="00711919" w:rsidRDefault="00B45373" w:rsidP="007A35C4">
      <w:pPr>
        <w:jc w:val="both"/>
        <w:rPr>
          <w:b/>
          <w:bCs/>
          <w:sz w:val="24"/>
          <w:szCs w:val="24"/>
        </w:rPr>
      </w:pPr>
    </w:p>
    <w:p w14:paraId="0A51C25C" w14:textId="77777777" w:rsidR="006F4A93" w:rsidRPr="002617B9" w:rsidRDefault="006F4A93" w:rsidP="007A35C4">
      <w:pPr>
        <w:spacing w:line="240" w:lineRule="exact"/>
        <w:jc w:val="both"/>
      </w:pPr>
      <w:r w:rsidRPr="002617B9">
        <w:t>Le présent marché a pour objet l’exécution de travaux de terrassement de nature archéologique tant en diagnostics qu’en fouilles sur toutes l’entité administrative indiquée dans l’acte d’engagement lorsque l’Inrap est désigné comme opérateur.</w:t>
      </w:r>
    </w:p>
    <w:p w14:paraId="7D99F70B" w14:textId="77777777" w:rsidR="006F4A93" w:rsidRPr="002617B9" w:rsidRDefault="006F4A93" w:rsidP="007A35C4">
      <w:pPr>
        <w:spacing w:line="240" w:lineRule="exact"/>
        <w:jc w:val="both"/>
      </w:pPr>
      <w:r w:rsidRPr="002617B9">
        <w:t xml:space="preserve">Le marché concerne d’une part la mise à disposition d’engins avec chauffeurs pour laquelle le titulaire travaille sous les instructions des archéologues de l’Inrap, d’autre part des travaux pour lesquels le titulaire est engagé sur un résultat. </w:t>
      </w:r>
    </w:p>
    <w:p w14:paraId="16A766F9" w14:textId="77777777" w:rsidR="006F4A93" w:rsidRPr="002617B9" w:rsidRDefault="006F4A93" w:rsidP="007A35C4">
      <w:pPr>
        <w:spacing w:line="240" w:lineRule="exact"/>
        <w:jc w:val="both"/>
        <w:rPr>
          <w:b/>
          <w:bCs/>
        </w:rPr>
      </w:pPr>
      <w:r w:rsidRPr="002617B9">
        <w:t xml:space="preserve">De façon exceptionnelle et sur demande expresse de l’Inrap, le titulaire pourra intervenir pour des opérations de terrassements sur un périmètre géographique voisin du </w:t>
      </w:r>
      <w:r>
        <w:t xml:space="preserve">marché </w:t>
      </w:r>
      <w:r w:rsidRPr="002617B9">
        <w:t>pour lequel il est retenu.</w:t>
      </w:r>
    </w:p>
    <w:p w14:paraId="7EEFA6A9" w14:textId="5DC0F04E" w:rsidR="00BD4207" w:rsidRPr="00711919" w:rsidRDefault="00BD4207" w:rsidP="007A35C4">
      <w:pPr>
        <w:spacing w:line="240" w:lineRule="exact"/>
        <w:jc w:val="both"/>
        <w:rPr>
          <w:sz w:val="24"/>
          <w:szCs w:val="24"/>
        </w:rPr>
      </w:pPr>
    </w:p>
    <w:p w14:paraId="1FCC2F5D" w14:textId="77777777" w:rsidR="00DF168B" w:rsidRPr="00711919" w:rsidRDefault="00DF168B" w:rsidP="007A35C4">
      <w:pPr>
        <w:spacing w:line="240" w:lineRule="exact"/>
        <w:jc w:val="both"/>
        <w:rPr>
          <w:b/>
          <w:bCs/>
          <w:sz w:val="24"/>
          <w:szCs w:val="24"/>
        </w:rPr>
      </w:pPr>
    </w:p>
    <w:p w14:paraId="7741B822" w14:textId="675EC3A5" w:rsidR="00B45373" w:rsidRPr="00711919" w:rsidRDefault="00B45373" w:rsidP="007A35C4">
      <w:pPr>
        <w:pStyle w:val="Titre3"/>
        <w:jc w:val="both"/>
      </w:pPr>
      <w:r w:rsidRPr="00711919">
        <w:t>3</w:t>
      </w:r>
      <w:r w:rsidR="00711919">
        <w:t>. Montants du marché</w:t>
      </w:r>
    </w:p>
    <w:p w14:paraId="2F41D6C8" w14:textId="77777777" w:rsidR="00B45373" w:rsidRPr="00711919" w:rsidRDefault="00B45373" w:rsidP="007A35C4">
      <w:pPr>
        <w:jc w:val="both"/>
        <w:rPr>
          <w:sz w:val="24"/>
          <w:szCs w:val="24"/>
          <w:u w:val="single"/>
        </w:rPr>
      </w:pPr>
    </w:p>
    <w:p w14:paraId="333931EC" w14:textId="77777777" w:rsidR="006F4A93" w:rsidRPr="00A16CBE" w:rsidRDefault="006F4A93" w:rsidP="007A35C4">
      <w:pPr>
        <w:pStyle w:val="Normal1"/>
        <w:ind w:firstLine="0"/>
      </w:pPr>
      <w:r w:rsidRPr="00A16CBE">
        <w:t>Le marché est un accord-cadre mono-attributaire s’exécutant par émission de bons de commande.</w:t>
      </w:r>
    </w:p>
    <w:p w14:paraId="343CF12B" w14:textId="6E2BD43B" w:rsidR="006F4A93" w:rsidRDefault="006F4A93" w:rsidP="007A35C4">
      <w:pPr>
        <w:pStyle w:val="Normal1"/>
        <w:ind w:firstLine="0"/>
      </w:pPr>
      <w:r w:rsidRPr="00A16CBE">
        <w:t xml:space="preserve">Il est conclu sans minimum et pour un maximum de </w:t>
      </w:r>
      <w:r w:rsidR="008479CC">
        <w:t>1 6</w:t>
      </w:r>
      <w:r w:rsidRPr="00A16CBE">
        <w:t>00 000</w:t>
      </w:r>
      <w:r>
        <w:t>,00</w:t>
      </w:r>
      <w:r w:rsidRPr="00A16CBE">
        <w:t xml:space="preserve"> € HT.</w:t>
      </w:r>
    </w:p>
    <w:p w14:paraId="2CBD42A1" w14:textId="695C77E9" w:rsidR="006F4A93" w:rsidRDefault="006F4A93" w:rsidP="007A35C4">
      <w:pPr>
        <w:pStyle w:val="Normal1"/>
        <w:ind w:firstLine="0"/>
      </w:pPr>
    </w:p>
    <w:p w14:paraId="6029DA08" w14:textId="77777777" w:rsidR="008358EA" w:rsidRDefault="008358EA" w:rsidP="007A35C4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</w:p>
    <w:p w14:paraId="5B4E402B" w14:textId="77777777" w:rsidR="008358EA" w:rsidRDefault="008358EA" w:rsidP="007A35C4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</w:p>
    <w:p w14:paraId="460B3FCF" w14:textId="11A75400" w:rsidR="006F4A93" w:rsidRPr="0081560C" w:rsidRDefault="006F4A93" w:rsidP="007A35C4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  <w:r w:rsidRPr="0081560C">
        <w:rPr>
          <w:i/>
          <w:iCs/>
          <w:noProof/>
        </w:rPr>
        <w:t>(Les membres du groupement conjoint indiquent dans le tableau ci-dessous la répartition des prestations que chacun d’entre eux s’engage à réaliser.)</w:t>
      </w:r>
    </w:p>
    <w:p w14:paraId="389BCE41" w14:textId="77777777" w:rsidR="006F4A93" w:rsidRPr="0081560C" w:rsidRDefault="006F4A93" w:rsidP="007A35C4">
      <w:pPr>
        <w:keepLines/>
        <w:tabs>
          <w:tab w:val="left" w:pos="567"/>
          <w:tab w:val="left" w:pos="851"/>
        </w:tabs>
        <w:ind w:firstLine="284"/>
        <w:jc w:val="both"/>
        <w:rPr>
          <w:i/>
          <w:iCs/>
          <w:noProof/>
        </w:rPr>
      </w:pPr>
    </w:p>
    <w:tbl>
      <w:tblPr>
        <w:tblW w:w="10244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4211"/>
        <w:gridCol w:w="3685"/>
        <w:gridCol w:w="2348"/>
      </w:tblGrid>
      <w:tr w:rsidR="006F4A93" w:rsidRPr="0081560C" w14:paraId="2DF969E2" w14:textId="77777777" w:rsidTr="00371C28">
        <w:trPr>
          <w:trHeight w:val="567"/>
        </w:trPr>
        <w:tc>
          <w:tcPr>
            <w:tcW w:w="4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445639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 xml:space="preserve">Désignation des membres </w:t>
            </w:r>
          </w:p>
          <w:p w14:paraId="74ACB4E7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4E6D9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Prestations exécutées par les membres</w:t>
            </w:r>
          </w:p>
          <w:p w14:paraId="7138E015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du groupement conjoint</w:t>
            </w:r>
          </w:p>
        </w:tc>
      </w:tr>
      <w:tr w:rsidR="006F4A93" w:rsidRPr="0081560C" w14:paraId="47B059B4" w14:textId="77777777" w:rsidTr="00371C28">
        <w:trPr>
          <w:trHeight w:val="567"/>
        </w:trPr>
        <w:tc>
          <w:tcPr>
            <w:tcW w:w="4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5FDE70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E558A2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8638EA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 xml:space="preserve">Montant HT </w:t>
            </w:r>
          </w:p>
          <w:p w14:paraId="09421871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  <w:r w:rsidRPr="0081560C">
              <w:rPr>
                <w:b/>
                <w:noProof/>
              </w:rPr>
              <w:t>de la prestation</w:t>
            </w:r>
          </w:p>
        </w:tc>
      </w:tr>
      <w:tr w:rsidR="006F4A93" w:rsidRPr="0081560C" w14:paraId="0F3146DB" w14:textId="77777777" w:rsidTr="00371C28">
        <w:trPr>
          <w:trHeight w:val="1021"/>
        </w:trPr>
        <w:tc>
          <w:tcPr>
            <w:tcW w:w="42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36E2023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2D3BF13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0560601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  <w:tr w:rsidR="006F4A93" w:rsidRPr="0081560C" w14:paraId="164C7B4B" w14:textId="77777777" w:rsidTr="00371C28">
        <w:trPr>
          <w:trHeight w:val="1021"/>
        </w:trPr>
        <w:tc>
          <w:tcPr>
            <w:tcW w:w="4211" w:type="dxa"/>
            <w:tcBorders>
              <w:left w:val="single" w:sz="4" w:space="0" w:color="000000"/>
            </w:tcBorders>
          </w:tcPr>
          <w:p w14:paraId="70780803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47D84DBB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502AD57A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  <w:tr w:rsidR="006F4A93" w:rsidRPr="0081560C" w14:paraId="37388C6D" w14:textId="77777777" w:rsidTr="00371C28">
        <w:trPr>
          <w:trHeight w:val="1021"/>
        </w:trPr>
        <w:tc>
          <w:tcPr>
            <w:tcW w:w="4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F22BB26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2725E8C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8A1EE1C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</w:tbl>
    <w:p w14:paraId="0F700CCA" w14:textId="77777777" w:rsidR="006F4A93" w:rsidRPr="0081560C" w:rsidRDefault="006F4A93" w:rsidP="007A35C4">
      <w:pPr>
        <w:keepLines/>
        <w:tabs>
          <w:tab w:val="left" w:pos="567"/>
          <w:tab w:val="left" w:pos="851"/>
        </w:tabs>
        <w:jc w:val="both"/>
        <w:rPr>
          <w:noProof/>
        </w:rPr>
      </w:pPr>
    </w:p>
    <w:p w14:paraId="1B71246D" w14:textId="77777777" w:rsidR="006F4A93" w:rsidRPr="00A16CBE" w:rsidRDefault="006F4A93" w:rsidP="007A35C4">
      <w:pPr>
        <w:pStyle w:val="Normal1"/>
        <w:ind w:firstLine="0"/>
      </w:pPr>
    </w:p>
    <w:p w14:paraId="44290D32" w14:textId="1D81989C" w:rsidR="00B45373" w:rsidRPr="00711919" w:rsidRDefault="006F4A93" w:rsidP="007A35C4">
      <w:pPr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 xml:space="preserve"> </w:t>
      </w:r>
    </w:p>
    <w:p w14:paraId="75EC1A71" w14:textId="77777777" w:rsidR="00B45373" w:rsidRPr="00711919" w:rsidRDefault="00B45373" w:rsidP="007A35C4">
      <w:pPr>
        <w:pStyle w:val="Titre3"/>
        <w:jc w:val="both"/>
      </w:pPr>
      <w:r w:rsidRPr="00711919">
        <w:lastRenderedPageBreak/>
        <w:t>4. Compte à créditer</w:t>
      </w:r>
    </w:p>
    <w:p w14:paraId="176646F0" w14:textId="77777777" w:rsidR="008358EA" w:rsidRDefault="008358EA" w:rsidP="007A35C4">
      <w:pPr>
        <w:jc w:val="both"/>
      </w:pPr>
    </w:p>
    <w:p w14:paraId="07DD1508" w14:textId="77777777" w:rsidR="008358EA" w:rsidRPr="0081560C" w:rsidRDefault="008358EA" w:rsidP="007A35C4">
      <w:pPr>
        <w:jc w:val="both"/>
      </w:pPr>
      <w:r w:rsidRPr="0081560C">
        <w:t>La personne publique se libérera des sommes dues au titre du présent marché en faisant porter le montant au crédit du compte spécial :</w:t>
      </w:r>
    </w:p>
    <w:p w14:paraId="477C8775" w14:textId="77777777" w:rsidR="008358EA" w:rsidRPr="0081560C" w:rsidRDefault="008358EA" w:rsidP="007A35C4">
      <w:pPr>
        <w:jc w:val="both"/>
      </w:pPr>
    </w:p>
    <w:p w14:paraId="0F656C26" w14:textId="77777777" w:rsidR="008358EA" w:rsidRPr="0081560C" w:rsidRDefault="008358EA" w:rsidP="007A35C4">
      <w:pPr>
        <w:jc w:val="both"/>
        <w:rPr>
          <w:u w:val="single"/>
        </w:rPr>
      </w:pPr>
      <w:r w:rsidRPr="0081560C">
        <w:rPr>
          <w:u w:val="single"/>
        </w:rPr>
        <w:t>En cas de Titulaire unique</w:t>
      </w:r>
    </w:p>
    <w:p w14:paraId="40F29CB6" w14:textId="77777777" w:rsidR="008358EA" w:rsidRPr="0081560C" w:rsidRDefault="008358EA" w:rsidP="007A35C4">
      <w:pPr>
        <w:jc w:val="both"/>
        <w:rPr>
          <w:u w:val="single"/>
        </w:rPr>
      </w:pPr>
    </w:p>
    <w:p w14:paraId="3672C0B8" w14:textId="77777777" w:rsidR="008358EA" w:rsidRPr="0081560C" w:rsidRDefault="008358EA" w:rsidP="007A35C4">
      <w:pPr>
        <w:jc w:val="both"/>
      </w:pPr>
      <w:r w:rsidRPr="0081560C">
        <w:t xml:space="preserve">Ouvert au nom de : </w:t>
      </w:r>
    </w:p>
    <w:p w14:paraId="6B581B13" w14:textId="77777777" w:rsidR="008358EA" w:rsidRPr="0081560C" w:rsidRDefault="008358EA" w:rsidP="007A35C4">
      <w:pPr>
        <w:jc w:val="both"/>
      </w:pPr>
      <w:r w:rsidRPr="0081560C">
        <w:t xml:space="preserve">Pour les prestations suivantes : </w:t>
      </w:r>
    </w:p>
    <w:p w14:paraId="2E1385A4" w14:textId="77777777" w:rsidR="008358EA" w:rsidRPr="0081560C" w:rsidRDefault="008358EA" w:rsidP="007A35C4">
      <w:pPr>
        <w:jc w:val="both"/>
      </w:pPr>
      <w:r w:rsidRPr="0081560C">
        <w:t xml:space="preserve">Domiciliation : </w:t>
      </w:r>
    </w:p>
    <w:p w14:paraId="3DFAA10C" w14:textId="77777777" w:rsidR="008358EA" w:rsidRPr="0081560C" w:rsidRDefault="008358EA" w:rsidP="007A35C4">
      <w:pPr>
        <w:jc w:val="both"/>
      </w:pPr>
      <w:r w:rsidRPr="0081560C">
        <w:t>Numéro de compte :</w:t>
      </w:r>
    </w:p>
    <w:p w14:paraId="5301133D" w14:textId="77777777" w:rsidR="008358EA" w:rsidRPr="0081560C" w:rsidRDefault="008358EA" w:rsidP="007A35C4">
      <w:pPr>
        <w:jc w:val="both"/>
      </w:pPr>
      <w:r w:rsidRPr="0081560C">
        <w:t>Code banque :</w:t>
      </w:r>
    </w:p>
    <w:p w14:paraId="6B4BE8BE" w14:textId="77777777" w:rsidR="008358EA" w:rsidRPr="0081560C" w:rsidRDefault="008358EA" w:rsidP="007A35C4">
      <w:pPr>
        <w:jc w:val="both"/>
      </w:pPr>
      <w:r w:rsidRPr="0081560C">
        <w:t xml:space="preserve">Code guichet : </w:t>
      </w:r>
    </w:p>
    <w:p w14:paraId="5A2CBC34" w14:textId="77777777" w:rsidR="008358EA" w:rsidRPr="0081560C" w:rsidRDefault="008358EA" w:rsidP="007A35C4">
      <w:pPr>
        <w:jc w:val="both"/>
      </w:pPr>
      <w:r w:rsidRPr="0081560C">
        <w:t>Clé RIB :</w:t>
      </w:r>
    </w:p>
    <w:p w14:paraId="013D0869" w14:textId="77777777" w:rsidR="008358EA" w:rsidRPr="0081560C" w:rsidRDefault="008358EA" w:rsidP="007A35C4">
      <w:pPr>
        <w:jc w:val="both"/>
      </w:pPr>
      <w:r w:rsidRPr="0081560C">
        <w:t xml:space="preserve">IBAN : </w:t>
      </w:r>
    </w:p>
    <w:p w14:paraId="1D785EBE" w14:textId="77777777" w:rsidR="008358EA" w:rsidRPr="0081560C" w:rsidRDefault="008358EA" w:rsidP="007A35C4">
      <w:pPr>
        <w:jc w:val="both"/>
      </w:pPr>
      <w:r w:rsidRPr="0081560C">
        <w:t>BIC :</w:t>
      </w:r>
    </w:p>
    <w:p w14:paraId="2DD75426" w14:textId="77777777" w:rsidR="008358EA" w:rsidRPr="0081560C" w:rsidRDefault="008358EA" w:rsidP="007A35C4">
      <w:pPr>
        <w:jc w:val="both"/>
      </w:pPr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38C412D4" w14:textId="77777777" w:rsidR="008358EA" w:rsidRPr="0081560C" w:rsidRDefault="008358EA" w:rsidP="007A35C4">
      <w:pPr>
        <w:jc w:val="both"/>
      </w:pPr>
    </w:p>
    <w:p w14:paraId="5513291E" w14:textId="77777777" w:rsidR="008358EA" w:rsidRPr="0081560C" w:rsidRDefault="008358EA" w:rsidP="007A35C4">
      <w:pPr>
        <w:jc w:val="both"/>
        <w:rPr>
          <w:u w:val="single"/>
        </w:rPr>
      </w:pPr>
      <w:r w:rsidRPr="0081560C">
        <w:rPr>
          <w:u w:val="single"/>
        </w:rPr>
        <w:t>En cas de groupement,</w:t>
      </w:r>
    </w:p>
    <w:p w14:paraId="5B1D3AD0" w14:textId="77777777" w:rsidR="008358EA" w:rsidRPr="0081560C" w:rsidRDefault="008358EA" w:rsidP="007A35C4">
      <w:pPr>
        <w:jc w:val="both"/>
      </w:pPr>
    </w:p>
    <w:p w14:paraId="0B663261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</w:rPr>
        <w:t xml:space="preserve"> </w:t>
      </w:r>
      <w:r w:rsidRPr="0081560C">
        <w:rPr>
          <w:rFonts w:eastAsia="Trebuchet MS"/>
          <w:color w:val="000000"/>
        </w:rPr>
        <w:t xml:space="preserve">En cas de groupement, le paiement est effectué sur </w:t>
      </w:r>
      <w:r w:rsidRPr="0081560C">
        <w:rPr>
          <w:rFonts w:eastAsia="Trebuchet MS"/>
          <w:i/>
          <w:color w:val="000000"/>
        </w:rPr>
        <w:t>(case à cocher par le candidat)</w:t>
      </w:r>
      <w:r w:rsidRPr="0081560C">
        <w:rPr>
          <w:rFonts w:eastAsia="Trebuchet MS"/>
          <w:color w:val="000000"/>
        </w:rPr>
        <w:t xml:space="preserve"> :</w:t>
      </w:r>
    </w:p>
    <w:p w14:paraId="6AA76D88" w14:textId="77777777" w:rsidR="008358EA" w:rsidRPr="0081560C" w:rsidRDefault="008358EA" w:rsidP="007A35C4">
      <w:pPr>
        <w:spacing w:line="240" w:lineRule="exact"/>
        <w:jc w:val="both"/>
      </w:pPr>
    </w:p>
    <w:p w14:paraId="3421E062" w14:textId="77777777" w:rsidR="008358EA" w:rsidRPr="0081560C" w:rsidRDefault="008358EA" w:rsidP="007A35C4">
      <w:pPr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8358EA" w:rsidRPr="0081560C" w14:paraId="42DF59AE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12A9F19C" w14:textId="77777777" w:rsidR="008358EA" w:rsidRPr="0081560C" w:rsidRDefault="008358EA" w:rsidP="007A35C4">
            <w:pPr>
              <w:spacing w:after="80"/>
              <w:jc w:val="both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Pr="0081560C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1CA6B7A1" w14:textId="77777777" w:rsidR="008358EA" w:rsidRPr="0081560C" w:rsidRDefault="008358EA" w:rsidP="007A35C4">
            <w:pPr>
              <w:spacing w:after="80"/>
              <w:jc w:val="both"/>
            </w:pPr>
            <w:r w:rsidRPr="0081560C">
              <w:t xml:space="preserve"> </w:t>
            </w:r>
            <w:proofErr w:type="gramStart"/>
            <w:r w:rsidRPr="0081560C">
              <w:t>un</w:t>
            </w:r>
            <w:proofErr w:type="gramEnd"/>
            <w:r w:rsidRPr="0081560C">
              <w:t xml:space="preserve"> compte unique ouvert au nom du mandataire</w:t>
            </w:r>
          </w:p>
        </w:tc>
      </w:tr>
    </w:tbl>
    <w:p w14:paraId="0D8038EA" w14:textId="77777777" w:rsidR="008358EA" w:rsidRPr="0081560C" w:rsidRDefault="008358EA" w:rsidP="007A35C4">
      <w:pPr>
        <w:jc w:val="both"/>
      </w:pPr>
    </w:p>
    <w:p w14:paraId="0B140E2D" w14:textId="77777777" w:rsidR="008358EA" w:rsidRPr="0081560C" w:rsidRDefault="008358EA" w:rsidP="007A35C4">
      <w:pPr>
        <w:jc w:val="both"/>
      </w:pPr>
      <w:r w:rsidRPr="0081560C">
        <w:t xml:space="preserve">Ouvert au nom de : </w:t>
      </w:r>
    </w:p>
    <w:p w14:paraId="1B708B6C" w14:textId="77777777" w:rsidR="008358EA" w:rsidRPr="0081560C" w:rsidRDefault="008358EA" w:rsidP="007A35C4">
      <w:pPr>
        <w:jc w:val="both"/>
      </w:pPr>
      <w:r w:rsidRPr="0081560C">
        <w:t xml:space="preserve">Domiciliation : </w:t>
      </w:r>
    </w:p>
    <w:p w14:paraId="47A1751E" w14:textId="77777777" w:rsidR="008358EA" w:rsidRPr="0081560C" w:rsidRDefault="008358EA" w:rsidP="007A35C4">
      <w:pPr>
        <w:jc w:val="both"/>
      </w:pPr>
      <w:r w:rsidRPr="0081560C">
        <w:t xml:space="preserve">Numéro de compte : </w:t>
      </w:r>
    </w:p>
    <w:p w14:paraId="1816D34C" w14:textId="77777777" w:rsidR="008358EA" w:rsidRPr="0081560C" w:rsidRDefault="008358EA" w:rsidP="007A35C4">
      <w:pPr>
        <w:jc w:val="both"/>
      </w:pPr>
      <w:r w:rsidRPr="0081560C">
        <w:t>Code banque :</w:t>
      </w:r>
    </w:p>
    <w:p w14:paraId="3EB4C474" w14:textId="77777777" w:rsidR="008358EA" w:rsidRPr="0081560C" w:rsidRDefault="008358EA" w:rsidP="007A35C4">
      <w:pPr>
        <w:jc w:val="both"/>
      </w:pPr>
      <w:r w:rsidRPr="0081560C">
        <w:t xml:space="preserve">Code guichet : </w:t>
      </w:r>
    </w:p>
    <w:p w14:paraId="37E178AC" w14:textId="77777777" w:rsidR="008358EA" w:rsidRPr="0081560C" w:rsidRDefault="008358EA" w:rsidP="007A35C4">
      <w:pPr>
        <w:jc w:val="both"/>
      </w:pPr>
      <w:r w:rsidRPr="0081560C">
        <w:t>Clé RIB :</w:t>
      </w:r>
    </w:p>
    <w:p w14:paraId="5FDF32DA" w14:textId="77777777" w:rsidR="008358EA" w:rsidRPr="0081560C" w:rsidRDefault="008358EA" w:rsidP="007A35C4">
      <w:pPr>
        <w:jc w:val="both"/>
      </w:pPr>
      <w:r w:rsidRPr="0081560C">
        <w:t xml:space="preserve">IBAN : </w:t>
      </w:r>
    </w:p>
    <w:p w14:paraId="10AEC345" w14:textId="77777777" w:rsidR="008358EA" w:rsidRPr="0081560C" w:rsidRDefault="008358EA" w:rsidP="007A35C4">
      <w:pPr>
        <w:jc w:val="both"/>
      </w:pPr>
      <w:r w:rsidRPr="0081560C">
        <w:t>BIC :</w:t>
      </w:r>
    </w:p>
    <w:p w14:paraId="1B85DB07" w14:textId="77777777" w:rsidR="008358EA" w:rsidRPr="0081560C" w:rsidRDefault="008358EA" w:rsidP="007A35C4">
      <w:pPr>
        <w:jc w:val="both"/>
      </w:pPr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79304E6B" w14:textId="77777777" w:rsidR="008358EA" w:rsidRPr="0081560C" w:rsidRDefault="008358EA" w:rsidP="007A35C4">
      <w:pPr>
        <w:jc w:val="both"/>
      </w:pPr>
    </w:p>
    <w:p w14:paraId="4D3D4586" w14:textId="77777777" w:rsidR="008358EA" w:rsidRPr="0081560C" w:rsidRDefault="008358EA" w:rsidP="007A35C4">
      <w:pPr>
        <w:spacing w:line="240" w:lineRule="exact"/>
        <w:jc w:val="both"/>
      </w:pPr>
    </w:p>
    <w:p w14:paraId="42A0F9D3" w14:textId="77777777" w:rsidR="008358EA" w:rsidRPr="0081560C" w:rsidRDefault="008358EA" w:rsidP="007A35C4">
      <w:pPr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8358EA" w:rsidRPr="0081560C" w14:paraId="46E951CA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349CECD1" w14:textId="77777777" w:rsidR="008358EA" w:rsidRPr="0081560C" w:rsidRDefault="008358EA" w:rsidP="007A35C4">
            <w:pPr>
              <w:spacing w:after="80"/>
              <w:jc w:val="both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Pr="0081560C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0335ED9D" w14:textId="77777777" w:rsidR="008358EA" w:rsidRPr="0081560C" w:rsidRDefault="008358EA" w:rsidP="007A35C4">
            <w:pPr>
              <w:spacing w:after="80"/>
              <w:jc w:val="both"/>
            </w:pPr>
            <w:r w:rsidRPr="0081560C">
              <w:t xml:space="preserve"> Les comptes de chacun des membres du groupement suivant les répartitions indiquées au point 3 du présent acte d’engagement</w:t>
            </w:r>
          </w:p>
        </w:tc>
      </w:tr>
    </w:tbl>
    <w:p w14:paraId="7FF37D3C" w14:textId="77777777" w:rsidR="008358EA" w:rsidRPr="0081560C" w:rsidRDefault="008358EA" w:rsidP="007A35C4">
      <w:pPr>
        <w:spacing w:line="240" w:lineRule="exact"/>
        <w:jc w:val="both"/>
      </w:pPr>
    </w:p>
    <w:p w14:paraId="3B18693F" w14:textId="77777777" w:rsidR="008358EA" w:rsidRPr="0081560C" w:rsidRDefault="008358EA" w:rsidP="007A35C4">
      <w:pPr>
        <w:spacing w:after="240" w:line="232" w:lineRule="exact"/>
        <w:ind w:right="20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</w:rPr>
      </w:pPr>
    </w:p>
    <w:p w14:paraId="328A78DE" w14:textId="77777777" w:rsidR="008358EA" w:rsidRPr="0081560C" w:rsidRDefault="008358EA" w:rsidP="007A35C4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</w:rPr>
      </w:pPr>
      <w:r w:rsidRPr="0081560C">
        <w:rPr>
          <w:rFonts w:ascii="Trebuchet MS" w:eastAsia="Trebuchet MS" w:hAnsi="Trebuchet MS" w:cs="Trebuchet MS"/>
          <w:i/>
          <w:color w:val="000000"/>
          <w:sz w:val="20"/>
          <w:szCs w:val="24"/>
        </w:rPr>
        <w:t>(Relevé(s) d’identité bancaire à joindre obligatoirement en annexe du présent acte d’engagement)</w:t>
      </w:r>
    </w:p>
    <w:p w14:paraId="054BB478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Cotraitant 1</w:t>
      </w:r>
    </w:p>
    <w:p w14:paraId="44570E93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5AD6F2F8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0333FE92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7CB9DEC8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01A4A443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243E3D4A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02C1F40A" w14:textId="77777777" w:rsidR="008358EA" w:rsidRPr="0081560C" w:rsidRDefault="008358EA" w:rsidP="007A35C4">
      <w:pPr>
        <w:jc w:val="both"/>
      </w:pPr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65BBCC6E" w14:textId="77777777" w:rsidR="008358EA" w:rsidRPr="0081560C" w:rsidRDefault="008358EA" w:rsidP="007A35C4">
      <w:pPr>
        <w:jc w:val="both"/>
      </w:pPr>
    </w:p>
    <w:p w14:paraId="709E8146" w14:textId="77777777" w:rsidR="008358EA" w:rsidRPr="0081560C" w:rsidRDefault="008358EA" w:rsidP="007A35C4">
      <w:pPr>
        <w:jc w:val="both"/>
      </w:pPr>
    </w:p>
    <w:p w14:paraId="0BD24368" w14:textId="77777777" w:rsidR="008358EA" w:rsidRPr="0081560C" w:rsidRDefault="008358EA" w:rsidP="007A35C4">
      <w:pPr>
        <w:jc w:val="both"/>
      </w:pPr>
    </w:p>
    <w:p w14:paraId="1C70B2B1" w14:textId="77777777" w:rsidR="008358EA" w:rsidRPr="0081560C" w:rsidRDefault="008358EA" w:rsidP="007A35C4">
      <w:pPr>
        <w:jc w:val="both"/>
      </w:pPr>
      <w:r w:rsidRPr="0081560C">
        <w:lastRenderedPageBreak/>
        <w:t xml:space="preserve">Cotraitant 2 </w:t>
      </w:r>
    </w:p>
    <w:p w14:paraId="2A83F5D6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237ADBCD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3B4EFEC5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6090A75A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28711518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1542F4B1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44B1DBE7" w14:textId="77777777" w:rsidR="008358EA" w:rsidRPr="0081560C" w:rsidRDefault="008358EA" w:rsidP="007A35C4">
      <w:pPr>
        <w:jc w:val="both"/>
      </w:pPr>
    </w:p>
    <w:p w14:paraId="764E1032" w14:textId="77777777" w:rsidR="008358EA" w:rsidRPr="0081560C" w:rsidRDefault="008358EA" w:rsidP="007A35C4">
      <w:pPr>
        <w:jc w:val="both"/>
      </w:pPr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2BD041DB" w14:textId="77777777" w:rsidR="008358EA" w:rsidRPr="0081560C" w:rsidRDefault="008358EA" w:rsidP="007A35C4">
      <w:pPr>
        <w:jc w:val="both"/>
      </w:pPr>
    </w:p>
    <w:p w14:paraId="6F7B336A" w14:textId="77777777" w:rsidR="008358EA" w:rsidRPr="0081560C" w:rsidRDefault="008358EA" w:rsidP="007A35C4">
      <w:pPr>
        <w:jc w:val="both"/>
      </w:pPr>
    </w:p>
    <w:p w14:paraId="647066F0" w14:textId="77777777" w:rsidR="008358EA" w:rsidRPr="0081560C" w:rsidRDefault="008358EA" w:rsidP="007A35C4">
      <w:pPr>
        <w:jc w:val="both"/>
      </w:pPr>
    </w:p>
    <w:p w14:paraId="4729E1B9" w14:textId="77777777" w:rsidR="008358EA" w:rsidRPr="0081560C" w:rsidRDefault="008358EA" w:rsidP="007A35C4">
      <w:pPr>
        <w:jc w:val="both"/>
      </w:pPr>
      <w:r w:rsidRPr="0081560C">
        <w:t>Cotraitant 3 *</w:t>
      </w:r>
    </w:p>
    <w:p w14:paraId="2CC55C90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2A7CB86F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0DBC560A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0D3D7DB3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0B0BFB1F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65AD857D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4CE6F336" w14:textId="77777777" w:rsidR="008358EA" w:rsidRPr="0081560C" w:rsidRDefault="008358EA" w:rsidP="007A35C4">
      <w:pPr>
        <w:jc w:val="both"/>
      </w:pPr>
    </w:p>
    <w:p w14:paraId="530D408C" w14:textId="77777777" w:rsidR="008358EA" w:rsidRPr="0081560C" w:rsidRDefault="008358EA" w:rsidP="007A35C4">
      <w:pPr>
        <w:jc w:val="both"/>
      </w:pPr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3E722435" w14:textId="77777777" w:rsidR="008358EA" w:rsidRPr="0081560C" w:rsidRDefault="008358EA" w:rsidP="007A35C4">
      <w:pPr>
        <w:jc w:val="both"/>
      </w:pPr>
    </w:p>
    <w:p w14:paraId="3BE3EDEE" w14:textId="77777777" w:rsidR="008358EA" w:rsidRPr="0081560C" w:rsidRDefault="008358EA" w:rsidP="007A35C4">
      <w:pPr>
        <w:jc w:val="both"/>
      </w:pPr>
    </w:p>
    <w:p w14:paraId="322B93C9" w14:textId="77777777" w:rsidR="008358EA" w:rsidRPr="0081560C" w:rsidRDefault="008358EA" w:rsidP="007A35C4">
      <w:pPr>
        <w:jc w:val="both"/>
      </w:pPr>
      <w:r w:rsidRPr="0081560C">
        <w:t>*S’il y a plus de 3 cotraitants dans le groupement, il appartient au candidat de dupliquer le paragraphe précédent en autant de cotraitants.</w:t>
      </w:r>
    </w:p>
    <w:p w14:paraId="4CD15512" w14:textId="77777777" w:rsidR="008358EA" w:rsidRPr="0081560C" w:rsidRDefault="008358EA" w:rsidP="007A35C4">
      <w:pPr>
        <w:jc w:val="both"/>
      </w:pPr>
    </w:p>
    <w:p w14:paraId="3F25A78A" w14:textId="6CDDE34F" w:rsidR="00B45373" w:rsidRPr="00711919" w:rsidRDefault="00B45373" w:rsidP="007A35C4">
      <w:pPr>
        <w:jc w:val="both"/>
      </w:pPr>
      <w:r w:rsidRPr="00711919">
        <w:br w:type="page"/>
      </w:r>
    </w:p>
    <w:p w14:paraId="016D4B72" w14:textId="77777777" w:rsidR="00B45373" w:rsidRPr="00711919" w:rsidRDefault="00B45373" w:rsidP="007A35C4">
      <w:pPr>
        <w:jc w:val="both"/>
        <w:rPr>
          <w:sz w:val="24"/>
          <w:szCs w:val="24"/>
        </w:rPr>
      </w:pPr>
    </w:p>
    <w:p w14:paraId="5F22593A" w14:textId="7937F93D" w:rsidR="006F4A93" w:rsidRDefault="008358EA" w:rsidP="007A35C4">
      <w:pPr>
        <w:pStyle w:val="Titre3"/>
        <w:jc w:val="both"/>
      </w:pPr>
      <w:r>
        <w:t>5. Avance (à remplir par le candidat)</w:t>
      </w:r>
    </w:p>
    <w:p w14:paraId="0C72408E" w14:textId="77777777" w:rsidR="008358EA" w:rsidRPr="008358EA" w:rsidRDefault="008358EA" w:rsidP="007A35C4">
      <w:pPr>
        <w:jc w:val="both"/>
      </w:pPr>
    </w:p>
    <w:p w14:paraId="3E332456" w14:textId="548C14AD" w:rsidR="00B45373" w:rsidRDefault="006F4A93" w:rsidP="007A35C4">
      <w:pPr>
        <w:jc w:val="both"/>
      </w:pPr>
      <w:r w:rsidRPr="0081560C">
        <w:t>Le titulaire accepte l’avance (à cocher par le candidat) : oui □ non □</w:t>
      </w:r>
    </w:p>
    <w:p w14:paraId="1D020D3D" w14:textId="038DA3AC" w:rsidR="006F4A93" w:rsidRDefault="006F4A93" w:rsidP="007A35C4">
      <w:pPr>
        <w:jc w:val="both"/>
      </w:pPr>
    </w:p>
    <w:p w14:paraId="2FB10E05" w14:textId="2433CC18" w:rsidR="006F4A93" w:rsidRPr="00711919" w:rsidRDefault="008358EA" w:rsidP="007A35C4">
      <w:pPr>
        <w:pStyle w:val="Titre3"/>
        <w:jc w:val="both"/>
      </w:pPr>
      <w:r>
        <w:t>6</w:t>
      </w:r>
      <w:r w:rsidR="006F4A93">
        <w:t xml:space="preserve">. Mode de règlement </w:t>
      </w:r>
    </w:p>
    <w:p w14:paraId="6BCCC20B" w14:textId="77777777" w:rsidR="006F4A93" w:rsidRDefault="006F4A93" w:rsidP="007A35C4">
      <w:pPr>
        <w:jc w:val="both"/>
      </w:pPr>
    </w:p>
    <w:p w14:paraId="4ACA8DB3" w14:textId="7DF3EE82" w:rsidR="006F4A93" w:rsidRDefault="006F4A93" w:rsidP="007A35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 virement </w:t>
      </w:r>
    </w:p>
    <w:p w14:paraId="1211E512" w14:textId="77777777" w:rsidR="006F4A93" w:rsidRPr="00711919" w:rsidRDefault="006F4A93" w:rsidP="007A35C4">
      <w:pPr>
        <w:jc w:val="both"/>
        <w:rPr>
          <w:sz w:val="24"/>
          <w:szCs w:val="24"/>
        </w:rPr>
      </w:pPr>
    </w:p>
    <w:p w14:paraId="4B05CD7C" w14:textId="77777777" w:rsidR="00B45373" w:rsidRPr="00711919" w:rsidRDefault="00B45373" w:rsidP="007A35C4">
      <w:pPr>
        <w:pStyle w:val="Titre3"/>
        <w:jc w:val="both"/>
      </w:pPr>
      <w:r w:rsidRPr="00711919">
        <w:t>7. Durée d’exécution</w:t>
      </w:r>
    </w:p>
    <w:p w14:paraId="38A8EA82" w14:textId="77777777" w:rsidR="00B45373" w:rsidRPr="00711919" w:rsidRDefault="00B45373" w:rsidP="007A35C4">
      <w:pPr>
        <w:jc w:val="both"/>
        <w:rPr>
          <w:sz w:val="24"/>
          <w:szCs w:val="24"/>
        </w:rPr>
      </w:pPr>
    </w:p>
    <w:p w14:paraId="55B5567D" w14:textId="286E4E75" w:rsidR="006F4A93" w:rsidRPr="00294572" w:rsidRDefault="006F4A93" w:rsidP="007A35C4">
      <w:pPr>
        <w:jc w:val="both"/>
      </w:pPr>
      <w:r w:rsidRPr="00294572">
        <w:t xml:space="preserve">Sous réserve des dispositions relatives à la résiliation du marché public figurant au CCAP, le marché public est conclu à compter de sa date de notification. </w:t>
      </w:r>
      <w:r w:rsidRPr="00294572">
        <w:rPr>
          <w:b/>
        </w:rPr>
        <w:t xml:space="preserve"> </w:t>
      </w:r>
      <w:r w:rsidRPr="00294572">
        <w:t>Il est conclu pour une durée initiale d’un an à compter de sa date de notification. Reconductible par tacite reconduction deux fois douze (12) mois puis deux (2) fois par période de six (6) mois – durée maximale de 48 mois</w:t>
      </w:r>
      <w:r>
        <w:t>.</w:t>
      </w:r>
    </w:p>
    <w:p w14:paraId="756365EF" w14:textId="5AA00578" w:rsidR="00B45373" w:rsidRDefault="00B45373" w:rsidP="007A35C4">
      <w:pPr>
        <w:jc w:val="both"/>
        <w:rPr>
          <w:sz w:val="24"/>
          <w:szCs w:val="24"/>
        </w:rPr>
      </w:pPr>
    </w:p>
    <w:p w14:paraId="627EB0A6" w14:textId="77777777" w:rsidR="00F17F1B" w:rsidRPr="00711919" w:rsidRDefault="00F17F1B" w:rsidP="007A35C4">
      <w:pPr>
        <w:jc w:val="both"/>
        <w:rPr>
          <w:sz w:val="24"/>
          <w:szCs w:val="24"/>
        </w:rPr>
      </w:pPr>
    </w:p>
    <w:p w14:paraId="014A7BE3" w14:textId="77777777" w:rsidR="00B45373" w:rsidRPr="00711919" w:rsidRDefault="00B45373" w:rsidP="007A35C4">
      <w:pPr>
        <w:pStyle w:val="Titre3"/>
        <w:jc w:val="both"/>
      </w:pPr>
      <w:r w:rsidRPr="00711919">
        <w:t>8. pièces constitutives du marché</w:t>
      </w:r>
    </w:p>
    <w:p w14:paraId="217F62E6" w14:textId="77777777" w:rsidR="00B45373" w:rsidRPr="00711919" w:rsidRDefault="00B45373" w:rsidP="007A35C4">
      <w:pPr>
        <w:jc w:val="both"/>
        <w:rPr>
          <w:b/>
          <w:bCs/>
          <w:sz w:val="24"/>
          <w:szCs w:val="24"/>
        </w:rPr>
      </w:pPr>
    </w:p>
    <w:p w14:paraId="2F01C435" w14:textId="77777777" w:rsidR="00B45373" w:rsidRPr="00711919" w:rsidRDefault="00B45373" w:rsidP="007A35C4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>La signature du présent acte d’engagement emporte acceptation des pièces constitutives du marché mentionnées ci-dessous par ordre de priorité décroissant :</w:t>
      </w:r>
    </w:p>
    <w:p w14:paraId="71D10280" w14:textId="77777777" w:rsidR="00B45373" w:rsidRPr="00711919" w:rsidRDefault="00B45373" w:rsidP="007A35C4">
      <w:pPr>
        <w:tabs>
          <w:tab w:val="left" w:pos="567"/>
          <w:tab w:val="left" w:pos="851"/>
          <w:tab w:val="left" w:pos="1134"/>
        </w:tabs>
        <w:jc w:val="both"/>
        <w:rPr>
          <w:sz w:val="24"/>
          <w:szCs w:val="24"/>
        </w:rPr>
      </w:pPr>
    </w:p>
    <w:p w14:paraId="7A59D781" w14:textId="77777777" w:rsidR="00B45373" w:rsidRPr="00711919" w:rsidRDefault="00B45373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  <w:r w:rsidRPr="00711919">
        <w:rPr>
          <w:b/>
          <w:sz w:val="24"/>
          <w:szCs w:val="24"/>
        </w:rPr>
        <w:tab/>
        <w:t>-</w:t>
      </w:r>
      <w:r w:rsidRPr="00711919">
        <w:rPr>
          <w:b/>
          <w:sz w:val="24"/>
          <w:szCs w:val="24"/>
        </w:rPr>
        <w:tab/>
        <w:t>Pièces particulières</w:t>
      </w:r>
    </w:p>
    <w:p w14:paraId="63AD60C7" w14:textId="77777777" w:rsidR="00B45373" w:rsidRPr="00711919" w:rsidRDefault="00B45373" w:rsidP="007A35C4">
      <w:pPr>
        <w:tabs>
          <w:tab w:val="left" w:pos="567"/>
          <w:tab w:val="left" w:pos="851"/>
          <w:tab w:val="left" w:pos="1134"/>
        </w:tabs>
        <w:jc w:val="both"/>
        <w:rPr>
          <w:sz w:val="24"/>
          <w:szCs w:val="24"/>
        </w:rPr>
      </w:pPr>
    </w:p>
    <w:p w14:paraId="39D11074" w14:textId="77777777" w:rsidR="0079762D" w:rsidRPr="00085969" w:rsidRDefault="0079762D" w:rsidP="0079762D">
      <w:pPr>
        <w:pStyle w:val="Paragraphedeliste"/>
        <w:numPr>
          <w:ilvl w:val="0"/>
          <w:numId w:val="9"/>
        </w:numPr>
        <w:tabs>
          <w:tab w:val="left" w:pos="567"/>
        </w:tabs>
        <w:spacing w:after="120"/>
        <w:jc w:val="both"/>
      </w:pPr>
      <w:r>
        <w:t xml:space="preserve">    </w:t>
      </w:r>
      <w:proofErr w:type="gramStart"/>
      <w:r w:rsidRPr="00085969">
        <w:t>l'</w:t>
      </w:r>
      <w:r>
        <w:t>A</w:t>
      </w:r>
      <w:r w:rsidRPr="00085969">
        <w:t>cte</w:t>
      </w:r>
      <w:proofErr w:type="gramEnd"/>
      <w:r w:rsidRPr="00085969">
        <w:t xml:space="preserve"> d'</w:t>
      </w:r>
      <w:r>
        <w:t>E</w:t>
      </w:r>
      <w:r w:rsidRPr="00085969">
        <w:t>ngagement (AE), et son annexe financière, le bordereau des prix unitaires et la remise sur chiffre d’affaires ;</w:t>
      </w:r>
    </w:p>
    <w:p w14:paraId="2470F9ED" w14:textId="77777777" w:rsidR="0079762D" w:rsidRPr="00085969" w:rsidRDefault="0079762D" w:rsidP="0079762D">
      <w:pPr>
        <w:pStyle w:val="Paragraphedeliste"/>
        <w:numPr>
          <w:ilvl w:val="0"/>
          <w:numId w:val="9"/>
        </w:numPr>
        <w:tabs>
          <w:tab w:val="left" w:pos="567"/>
        </w:tabs>
        <w:spacing w:after="120"/>
        <w:jc w:val="both"/>
      </w:pPr>
      <w:r>
        <w:t xml:space="preserve">    </w:t>
      </w:r>
      <w:proofErr w:type="gramStart"/>
      <w:r w:rsidRPr="00085969">
        <w:t>le</w:t>
      </w:r>
      <w:proofErr w:type="gramEnd"/>
      <w:r w:rsidRPr="00085969">
        <w:t xml:space="preserve"> </w:t>
      </w:r>
      <w:r>
        <w:t>C</w:t>
      </w:r>
      <w:r w:rsidRPr="00085969">
        <w:t xml:space="preserve">ahier des </w:t>
      </w:r>
      <w:r>
        <w:t>C</w:t>
      </w:r>
      <w:r w:rsidRPr="00085969">
        <w:t xml:space="preserve">lauses </w:t>
      </w:r>
      <w:r>
        <w:t>A</w:t>
      </w:r>
      <w:r w:rsidRPr="00085969">
        <w:t xml:space="preserve">dministratives </w:t>
      </w:r>
      <w:r>
        <w:t>P</w:t>
      </w:r>
      <w:r w:rsidRPr="00085969">
        <w:t xml:space="preserve">articulières (CCAP) dont l’exemplaire original conservé par l’Inrap fait </w:t>
      </w:r>
      <w:proofErr w:type="gramStart"/>
      <w:r w:rsidRPr="00085969">
        <w:t>seul foi</w:t>
      </w:r>
      <w:proofErr w:type="gramEnd"/>
      <w:r w:rsidRPr="00085969">
        <w:t xml:space="preserve">, </w:t>
      </w:r>
    </w:p>
    <w:p w14:paraId="1D30AD07" w14:textId="77777777" w:rsidR="0079762D" w:rsidRPr="00085969" w:rsidRDefault="0079762D" w:rsidP="0079762D">
      <w:pPr>
        <w:pStyle w:val="Paragraphedeliste"/>
        <w:numPr>
          <w:ilvl w:val="0"/>
          <w:numId w:val="9"/>
        </w:numPr>
        <w:tabs>
          <w:tab w:val="left" w:pos="567"/>
        </w:tabs>
        <w:spacing w:after="120"/>
        <w:jc w:val="both"/>
      </w:pPr>
      <w:r>
        <w:t xml:space="preserve">    </w:t>
      </w:r>
      <w:proofErr w:type="gramStart"/>
      <w:r w:rsidRPr="00085969">
        <w:t>le</w:t>
      </w:r>
      <w:proofErr w:type="gramEnd"/>
      <w:r w:rsidRPr="00085969">
        <w:t xml:space="preserve"> </w:t>
      </w:r>
      <w:r>
        <w:t>C</w:t>
      </w:r>
      <w:r w:rsidRPr="00085969">
        <w:t xml:space="preserve">ahier des </w:t>
      </w:r>
      <w:r>
        <w:t>C</w:t>
      </w:r>
      <w:r w:rsidRPr="00085969">
        <w:t xml:space="preserve">lauses </w:t>
      </w:r>
      <w:r>
        <w:t>T</w:t>
      </w:r>
      <w:r w:rsidRPr="00085969">
        <w:t xml:space="preserve">echniques </w:t>
      </w:r>
      <w:r>
        <w:t>P</w:t>
      </w:r>
      <w:r w:rsidRPr="00085969">
        <w:t xml:space="preserve">articulières (CCTP), dont l’exemplaire original conservé par l’Inrap fait </w:t>
      </w:r>
      <w:proofErr w:type="gramStart"/>
      <w:r w:rsidRPr="00085969">
        <w:t>seul foi</w:t>
      </w:r>
      <w:proofErr w:type="gramEnd"/>
      <w:r w:rsidRPr="00085969">
        <w:t xml:space="preserve">, </w:t>
      </w:r>
    </w:p>
    <w:p w14:paraId="6F6A944C" w14:textId="77777777" w:rsidR="0079762D" w:rsidRPr="00085969" w:rsidRDefault="0079762D" w:rsidP="0079762D">
      <w:pPr>
        <w:pStyle w:val="Paragraphedeliste"/>
        <w:numPr>
          <w:ilvl w:val="0"/>
          <w:numId w:val="9"/>
        </w:numPr>
        <w:jc w:val="both"/>
        <w:rPr>
          <w:rFonts w:cs="Trebuchet MS"/>
        </w:rPr>
      </w:pPr>
      <w:proofErr w:type="gramStart"/>
      <w:r w:rsidRPr="00085969">
        <w:rPr>
          <w:rFonts w:cs="Trebuchet MS"/>
        </w:rPr>
        <w:t>le</w:t>
      </w:r>
      <w:proofErr w:type="gramEnd"/>
      <w:r w:rsidRPr="00085969">
        <w:rPr>
          <w:rFonts w:cs="Trebuchet MS"/>
        </w:rPr>
        <w:t xml:space="preserve"> </w:t>
      </w:r>
      <w:r>
        <w:rPr>
          <w:rFonts w:cs="Trebuchet MS"/>
        </w:rPr>
        <w:t>C</w:t>
      </w:r>
      <w:r w:rsidRPr="00085969">
        <w:rPr>
          <w:rFonts w:cs="Trebuchet MS"/>
        </w:rPr>
        <w:t xml:space="preserve">ahier des </w:t>
      </w:r>
      <w:r>
        <w:rPr>
          <w:rFonts w:cs="Trebuchet MS"/>
        </w:rPr>
        <w:t>C</w:t>
      </w:r>
      <w:r w:rsidRPr="00085969">
        <w:rPr>
          <w:rFonts w:cs="Trebuchet MS"/>
        </w:rPr>
        <w:t xml:space="preserve">lauses </w:t>
      </w:r>
      <w:r>
        <w:rPr>
          <w:rFonts w:cs="Trebuchet MS"/>
        </w:rPr>
        <w:t>A</w:t>
      </w:r>
      <w:r w:rsidRPr="00085969">
        <w:rPr>
          <w:rFonts w:cs="Trebuchet MS"/>
        </w:rPr>
        <w:t xml:space="preserve">dministratives </w:t>
      </w:r>
      <w:r>
        <w:rPr>
          <w:rFonts w:cs="Trebuchet MS"/>
        </w:rPr>
        <w:t>G</w:t>
      </w:r>
      <w:r w:rsidRPr="00085969">
        <w:rPr>
          <w:rFonts w:cs="Trebuchet MS"/>
        </w:rPr>
        <w:t xml:space="preserve">énérales applicables aux marchés publics de travaux </w:t>
      </w:r>
      <w:r w:rsidRPr="00085969">
        <w:rPr>
          <w:rFonts w:cs="Times New Roman"/>
        </w:rPr>
        <w:t>en vigueur à la date prévue pour la</w:t>
      </w:r>
      <w:r w:rsidRPr="00085969">
        <w:rPr>
          <w:rFonts w:cs="Times New Roman"/>
          <w:b/>
        </w:rPr>
        <w:t xml:space="preserve"> </w:t>
      </w:r>
      <w:r w:rsidRPr="00085969">
        <w:rPr>
          <w:rFonts w:cs="Times New Roman"/>
        </w:rPr>
        <w:t>remise des offres</w:t>
      </w:r>
      <w:r w:rsidRPr="00085969">
        <w:rPr>
          <w:rFonts w:cs="Trebuchet MS"/>
        </w:rPr>
        <w:t>,</w:t>
      </w:r>
    </w:p>
    <w:p w14:paraId="66C80EA2" w14:textId="77777777" w:rsidR="0079762D" w:rsidRPr="00085969" w:rsidRDefault="0079762D" w:rsidP="0079762D">
      <w:pPr>
        <w:pStyle w:val="Paragraphedeliste"/>
        <w:numPr>
          <w:ilvl w:val="0"/>
          <w:numId w:val="9"/>
        </w:numPr>
        <w:jc w:val="both"/>
        <w:rPr>
          <w:rFonts w:cs="Trebuchet MS"/>
        </w:rPr>
      </w:pPr>
      <w:proofErr w:type="gramStart"/>
      <w:r w:rsidRPr="00085969">
        <w:rPr>
          <w:rFonts w:cs="Trebuchet MS"/>
        </w:rPr>
        <w:t>le</w:t>
      </w:r>
      <w:proofErr w:type="gramEnd"/>
      <w:r w:rsidRPr="00085969">
        <w:rPr>
          <w:rFonts w:cs="Trebuchet MS"/>
        </w:rPr>
        <w:t xml:space="preserve"> Cahier des </w:t>
      </w:r>
      <w:r>
        <w:rPr>
          <w:rFonts w:cs="Trebuchet MS"/>
        </w:rPr>
        <w:t>C</w:t>
      </w:r>
      <w:r w:rsidRPr="00085969">
        <w:rPr>
          <w:rFonts w:cs="Trebuchet MS"/>
        </w:rPr>
        <w:t xml:space="preserve">lauses </w:t>
      </w:r>
      <w:r>
        <w:rPr>
          <w:rFonts w:cs="Trebuchet MS"/>
        </w:rPr>
        <w:t>T</w:t>
      </w:r>
      <w:r w:rsidRPr="00085969">
        <w:rPr>
          <w:rFonts w:cs="Trebuchet MS"/>
        </w:rPr>
        <w:t xml:space="preserve">echniques </w:t>
      </w:r>
      <w:r>
        <w:rPr>
          <w:rFonts w:cs="Trebuchet MS"/>
        </w:rPr>
        <w:t>G</w:t>
      </w:r>
      <w:r w:rsidRPr="00085969">
        <w:rPr>
          <w:rFonts w:cs="Trebuchet MS"/>
        </w:rPr>
        <w:t>énérales applicables aux marchés de terrassements en vigueur à la date de remise des offres (CCTG/ Terrassement),</w:t>
      </w:r>
    </w:p>
    <w:p w14:paraId="23E653C4" w14:textId="77777777" w:rsidR="0079762D" w:rsidRPr="00085969" w:rsidRDefault="0079762D" w:rsidP="0079762D">
      <w:pPr>
        <w:pStyle w:val="Paragraphedeliste"/>
        <w:numPr>
          <w:ilvl w:val="0"/>
          <w:numId w:val="9"/>
        </w:numPr>
        <w:tabs>
          <w:tab w:val="left" w:pos="851"/>
        </w:tabs>
        <w:jc w:val="both"/>
      </w:pPr>
      <w:proofErr w:type="gramStart"/>
      <w:r w:rsidRPr="00085969">
        <w:t>l’offre</w:t>
      </w:r>
      <w:proofErr w:type="gramEnd"/>
      <w:r w:rsidRPr="00085969">
        <w:t xml:space="preserve"> technique du titulaire. Il est précisé que les conditions générales de vente du titulaire ne sont pas applicables au titre du présent marché.</w:t>
      </w:r>
    </w:p>
    <w:p w14:paraId="78D691A3" w14:textId="44343CC6" w:rsidR="00B45373" w:rsidRDefault="00B45373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30C51B2" w14:textId="62B4EA2B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51884D89" w14:textId="3E692091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62132767" w14:textId="24BA7484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014A2E1" w14:textId="70BD861B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31CE9C91" w14:textId="36317915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2FEE9E8" w14:textId="17976A5C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6D81561" w14:textId="20D7B13B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0DB6EE8B" w14:textId="6A6741B1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650224F" w14:textId="108608D6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010DA248" w14:textId="1CAC50BC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9A1FFF6" w14:textId="378C41D2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AC5F3ED" w14:textId="3C7EA596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3462663C" w14:textId="77777777" w:rsidR="00EB2CEA" w:rsidRPr="00711919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6F6430B2" w14:textId="3B827055" w:rsidR="006F4A93" w:rsidRPr="00711919" w:rsidRDefault="006F4A93" w:rsidP="007A35C4">
      <w:pPr>
        <w:pStyle w:val="Titre3"/>
        <w:jc w:val="both"/>
      </w:pPr>
      <w:r>
        <w:lastRenderedPageBreak/>
        <w:t xml:space="preserve">9. Notification du marché au titulaire </w:t>
      </w:r>
    </w:p>
    <w:p w14:paraId="0402F746" w14:textId="77777777" w:rsidR="00B45373" w:rsidRPr="00711919" w:rsidRDefault="00B45373" w:rsidP="007A35C4">
      <w:pPr>
        <w:spacing w:line="240" w:lineRule="exact"/>
        <w:jc w:val="both"/>
        <w:rPr>
          <w:sz w:val="24"/>
          <w:szCs w:val="24"/>
        </w:rPr>
      </w:pPr>
    </w:p>
    <w:p w14:paraId="36C8D6FB" w14:textId="41C589DA" w:rsidR="006F4A93" w:rsidRPr="00294572" w:rsidRDefault="006F4A93" w:rsidP="007A35C4">
      <w:pPr>
        <w:spacing w:line="240" w:lineRule="exact"/>
        <w:jc w:val="both"/>
      </w:pPr>
      <w:r w:rsidRPr="00294572">
        <w:t>La notification interviendra par voie électronique via le site Internet de la PLACE.</w:t>
      </w:r>
      <w:r w:rsidRPr="00294572">
        <w:br/>
        <w:t>La notification transforme le projet de marché en marché et le candidat en titulaire. La date de notification du marché correspond à la date de l’avis de réception du courriel de notification envoyé via la PLACE qui en atteste la lecture.</w:t>
      </w:r>
    </w:p>
    <w:p w14:paraId="51EC1DA5" w14:textId="77777777" w:rsidR="006F4A93" w:rsidRPr="0081560C" w:rsidRDefault="006F4A93" w:rsidP="007A35C4">
      <w:pPr>
        <w:tabs>
          <w:tab w:val="left" w:pos="851"/>
        </w:tabs>
        <w:ind w:left="284"/>
        <w:jc w:val="both"/>
      </w:pPr>
    </w:p>
    <w:p w14:paraId="6A3A2133" w14:textId="77777777" w:rsidR="006F4A93" w:rsidRPr="0081560C" w:rsidRDefault="006F4A93" w:rsidP="007A35C4">
      <w:pPr>
        <w:tabs>
          <w:tab w:val="left" w:pos="0"/>
        </w:tabs>
        <w:spacing w:line="240" w:lineRule="exact"/>
        <w:jc w:val="both"/>
      </w:pPr>
    </w:p>
    <w:p w14:paraId="53188EB2" w14:textId="77777777" w:rsidR="006F4A93" w:rsidRDefault="006F4A93" w:rsidP="007A35C4">
      <w:pPr>
        <w:spacing w:line="240" w:lineRule="exact"/>
        <w:jc w:val="both"/>
      </w:pPr>
      <w:r w:rsidRPr="0081560C">
        <w:t xml:space="preserve">J’affirme sous peine de résiliation de plein droit du marché, ou de sa mise en régie à ses torts exclusifs, que la société pour le compte de laquelle j’interviens, ne tombe pas sous le coup des interdictions découlant des articles L.2141-1 à L.2141-5 et L.2141-7 à L.2141-10 du code de la commande publique. </w:t>
      </w:r>
    </w:p>
    <w:p w14:paraId="70273574" w14:textId="77777777" w:rsidR="006F4A93" w:rsidRDefault="006F4A93" w:rsidP="007A35C4">
      <w:pPr>
        <w:spacing w:line="240" w:lineRule="exact"/>
        <w:jc w:val="both"/>
      </w:pPr>
    </w:p>
    <w:p w14:paraId="7F6BE8D2" w14:textId="528B655D" w:rsidR="006F4A93" w:rsidRDefault="006F4A93" w:rsidP="007A35C4">
      <w:pPr>
        <w:spacing w:line="240" w:lineRule="exact"/>
        <w:jc w:val="both"/>
      </w:pPr>
    </w:p>
    <w:p w14:paraId="69CFC582" w14:textId="77777777" w:rsidR="006F4A93" w:rsidRDefault="006F4A93" w:rsidP="007A35C4">
      <w:pPr>
        <w:spacing w:line="240" w:lineRule="exact"/>
        <w:jc w:val="both"/>
      </w:pPr>
    </w:p>
    <w:tbl>
      <w:tblPr>
        <w:tblW w:w="8505" w:type="dxa"/>
        <w:tblInd w:w="70" w:type="dxa"/>
        <w:tblBorders>
          <w:insideH w:val="dotted" w:sz="2" w:space="0" w:color="auto"/>
          <w:insideV w:val="dashSmallGap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6F4A93" w:rsidRPr="00711919" w14:paraId="3B852C38" w14:textId="77777777" w:rsidTr="009176E6">
        <w:trPr>
          <w:trHeight w:val="397"/>
        </w:trPr>
        <w:tc>
          <w:tcPr>
            <w:tcW w:w="8505" w:type="dxa"/>
            <w:tcBorders>
              <w:top w:val="nil"/>
              <w:bottom w:val="dotted" w:sz="4" w:space="0" w:color="auto"/>
            </w:tcBorders>
          </w:tcPr>
          <w:p w14:paraId="62D90AEE" w14:textId="77777777" w:rsidR="006F4A93" w:rsidRPr="00711919" w:rsidRDefault="006F4A93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 xml:space="preserve">À                                   </w:t>
            </w:r>
            <w:proofErr w:type="gramStart"/>
            <w:r w:rsidRPr="00711919">
              <w:rPr>
                <w:b/>
                <w:bCs/>
              </w:rPr>
              <w:t xml:space="preserve">  ,</w:t>
            </w:r>
            <w:proofErr w:type="gramEnd"/>
            <w:r w:rsidRPr="00711919">
              <w:rPr>
                <w:b/>
                <w:bCs/>
              </w:rPr>
              <w:t xml:space="preserve"> le</w:t>
            </w:r>
          </w:p>
        </w:tc>
      </w:tr>
      <w:tr w:rsidR="006F4A93" w:rsidRPr="00711919" w14:paraId="7E3404C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7EFE3F6D" w14:textId="77777777" w:rsidR="006F4A93" w:rsidRDefault="006F4A93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Le candidat (représentant habilité pour signer le marché)</w:t>
            </w:r>
          </w:p>
          <w:p w14:paraId="7AD425B1" w14:textId="77777777" w:rsidR="006F4A93" w:rsidRDefault="006F4A93" w:rsidP="007A35C4">
            <w:pPr>
              <w:jc w:val="both"/>
              <w:rPr>
                <w:b/>
                <w:bCs/>
              </w:rPr>
            </w:pPr>
          </w:p>
          <w:p w14:paraId="37B6E320" w14:textId="77777777" w:rsidR="006F4A93" w:rsidRPr="00711919" w:rsidRDefault="006F4A93" w:rsidP="007A35C4">
            <w:pPr>
              <w:jc w:val="both"/>
              <w:rPr>
                <w:b/>
                <w:bCs/>
              </w:rPr>
            </w:pPr>
          </w:p>
        </w:tc>
      </w:tr>
      <w:tr w:rsidR="006F4A93" w:rsidRPr="00711919" w14:paraId="40B66807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2CA87BC5" w14:textId="77777777" w:rsidR="006F4A93" w:rsidRDefault="006F4A93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Prénom, nom</w:t>
            </w:r>
          </w:p>
          <w:p w14:paraId="56A10C02" w14:textId="77777777" w:rsidR="006F4A93" w:rsidRDefault="006F4A93" w:rsidP="007A35C4">
            <w:pPr>
              <w:jc w:val="both"/>
              <w:rPr>
                <w:b/>
                <w:bCs/>
              </w:rPr>
            </w:pPr>
          </w:p>
          <w:p w14:paraId="7B568197" w14:textId="77777777" w:rsidR="006F4A93" w:rsidRPr="00711919" w:rsidRDefault="006F4A93" w:rsidP="007A35C4">
            <w:pPr>
              <w:jc w:val="both"/>
              <w:rPr>
                <w:b/>
                <w:bCs/>
              </w:rPr>
            </w:pPr>
          </w:p>
        </w:tc>
      </w:tr>
      <w:tr w:rsidR="006F4A93" w:rsidRPr="00711919" w14:paraId="79FE3BA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0C1BD38" w14:textId="77777777" w:rsidR="006F4A93" w:rsidRDefault="006F4A93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Qualité</w:t>
            </w:r>
          </w:p>
          <w:p w14:paraId="1384DDAB" w14:textId="77777777" w:rsidR="006F4A93" w:rsidRDefault="006F4A93" w:rsidP="007A35C4">
            <w:pPr>
              <w:jc w:val="both"/>
              <w:rPr>
                <w:b/>
                <w:bCs/>
              </w:rPr>
            </w:pPr>
          </w:p>
          <w:p w14:paraId="6B38B82B" w14:textId="77777777" w:rsidR="006F4A93" w:rsidRPr="00711919" w:rsidRDefault="006F4A93" w:rsidP="007A35C4">
            <w:pPr>
              <w:jc w:val="both"/>
              <w:rPr>
                <w:b/>
                <w:bCs/>
              </w:rPr>
            </w:pPr>
          </w:p>
        </w:tc>
      </w:tr>
      <w:tr w:rsidR="006F4A93" w:rsidRPr="00711919" w14:paraId="5D117176" w14:textId="77777777" w:rsidTr="009176E6">
        <w:trPr>
          <w:trHeight w:val="68"/>
        </w:trPr>
        <w:tc>
          <w:tcPr>
            <w:tcW w:w="8505" w:type="dxa"/>
            <w:tcBorders>
              <w:top w:val="dotted" w:sz="4" w:space="0" w:color="auto"/>
            </w:tcBorders>
          </w:tcPr>
          <w:p w14:paraId="2943ADEB" w14:textId="77777777" w:rsidR="006F4A93" w:rsidRPr="00711919" w:rsidRDefault="006F4A93" w:rsidP="001550CC">
            <w:pPr>
              <w:rPr>
                <w:b/>
                <w:bCs/>
                <w:sz w:val="24"/>
                <w:szCs w:val="24"/>
              </w:rPr>
            </w:pPr>
          </w:p>
          <w:p w14:paraId="2473DD06" w14:textId="77777777" w:rsidR="006F4A93" w:rsidRPr="00711919" w:rsidRDefault="006F4A93" w:rsidP="001550CC">
            <w:pPr>
              <w:rPr>
                <w:b/>
                <w:bCs/>
                <w:sz w:val="24"/>
                <w:szCs w:val="24"/>
              </w:rPr>
            </w:pPr>
          </w:p>
          <w:p w14:paraId="0E6125B2" w14:textId="3F4B935E" w:rsidR="00EB2CEA" w:rsidRDefault="006F4A93" w:rsidP="001550CC">
            <w:pPr>
              <w:rPr>
                <w:b/>
                <w:bCs/>
                <w:sz w:val="24"/>
                <w:szCs w:val="24"/>
              </w:rPr>
            </w:pPr>
            <w:r w:rsidRPr="006C7C73">
              <w:rPr>
                <w:b/>
                <w:bCs/>
                <w:sz w:val="24"/>
                <w:szCs w:val="24"/>
              </w:rPr>
              <w:t>Pour le marché</w:t>
            </w:r>
            <w:r w:rsidRPr="00B422F2">
              <w:rPr>
                <w:b/>
                <w:bCs/>
                <w:sz w:val="24"/>
                <w:szCs w:val="24"/>
              </w:rPr>
              <w:t xml:space="preserve"> </w:t>
            </w:r>
            <w:r w:rsidR="006C7C73">
              <w:rPr>
                <w:b/>
              </w:rPr>
              <w:t xml:space="preserve">de </w:t>
            </w:r>
            <w:r w:rsidR="00FF0F61">
              <w:rPr>
                <w:b/>
              </w:rPr>
              <w:t>t</w:t>
            </w:r>
            <w:r w:rsidR="00FF0F61" w:rsidRPr="00FF0F61">
              <w:rPr>
                <w:b/>
              </w:rPr>
              <w:t>ravaux de terrassement de nature archéologique pour le département de l'Isère (38)</w:t>
            </w:r>
          </w:p>
          <w:p w14:paraId="0BF3020E" w14:textId="5BCBCA5F" w:rsidR="006F4A93" w:rsidRPr="00B422F2" w:rsidRDefault="006F4A93" w:rsidP="001550CC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04A28285" w14:textId="77777777" w:rsidR="006F4A93" w:rsidRPr="00711919" w:rsidRDefault="006F4A93" w:rsidP="001550CC">
            <w:pPr>
              <w:rPr>
                <w:b/>
                <w:bCs/>
                <w:sz w:val="24"/>
                <w:szCs w:val="24"/>
              </w:rPr>
            </w:pPr>
          </w:p>
          <w:p w14:paraId="6975DAF7" w14:textId="77777777" w:rsidR="006F4A93" w:rsidRPr="00711919" w:rsidRDefault="006F4A93" w:rsidP="001550CC">
            <w:pPr>
              <w:rPr>
                <w:b/>
                <w:bCs/>
                <w:sz w:val="24"/>
                <w:szCs w:val="24"/>
              </w:rPr>
            </w:pPr>
          </w:p>
          <w:p w14:paraId="695E2DD7" w14:textId="77777777" w:rsidR="006F4A93" w:rsidRPr="00711919" w:rsidRDefault="006F4A93" w:rsidP="001550CC">
            <w:pPr>
              <w:rPr>
                <w:b/>
                <w:bCs/>
                <w:sz w:val="24"/>
                <w:szCs w:val="24"/>
              </w:rPr>
            </w:pPr>
            <w:r w:rsidRPr="00711919">
              <w:rPr>
                <w:b/>
                <w:bCs/>
                <w:sz w:val="24"/>
                <w:szCs w:val="24"/>
              </w:rPr>
              <w:t>Mention « lu et approuvé »</w:t>
            </w:r>
            <w:r w:rsidRPr="00711919">
              <w:rPr>
                <w:b/>
                <w:bCs/>
                <w:sz w:val="24"/>
                <w:szCs w:val="24"/>
              </w:rPr>
              <w:br/>
              <w:t>Signature et cachet de la société</w:t>
            </w:r>
          </w:p>
        </w:tc>
      </w:tr>
    </w:tbl>
    <w:p w14:paraId="013AAC57" w14:textId="77777777" w:rsidR="006F4A93" w:rsidRDefault="006F4A93" w:rsidP="007A35C4">
      <w:pPr>
        <w:spacing w:line="240" w:lineRule="exact"/>
        <w:jc w:val="both"/>
      </w:pPr>
    </w:p>
    <w:p w14:paraId="42F22B5F" w14:textId="77777777" w:rsidR="006F4A93" w:rsidRDefault="006F4A93" w:rsidP="007A35C4">
      <w:pPr>
        <w:spacing w:line="240" w:lineRule="exact"/>
        <w:jc w:val="both"/>
      </w:pPr>
    </w:p>
    <w:p w14:paraId="5F76A3F8" w14:textId="77777777" w:rsidR="006F4A93" w:rsidRDefault="006F4A93" w:rsidP="007A35C4">
      <w:pPr>
        <w:spacing w:line="240" w:lineRule="exact"/>
        <w:jc w:val="both"/>
      </w:pPr>
    </w:p>
    <w:p w14:paraId="657D38D5" w14:textId="77777777" w:rsidR="006F4A93" w:rsidRDefault="006F4A93" w:rsidP="007A35C4">
      <w:pPr>
        <w:spacing w:line="240" w:lineRule="exact"/>
        <w:jc w:val="both"/>
      </w:pPr>
    </w:p>
    <w:p w14:paraId="0FFA381F" w14:textId="77777777" w:rsidR="006F4A93" w:rsidRDefault="006F4A93" w:rsidP="007A35C4">
      <w:pPr>
        <w:spacing w:line="240" w:lineRule="exact"/>
        <w:jc w:val="both"/>
      </w:pPr>
    </w:p>
    <w:p w14:paraId="0D47B097" w14:textId="77777777" w:rsidR="006F4A93" w:rsidRDefault="006F4A93" w:rsidP="007A35C4">
      <w:pPr>
        <w:spacing w:line="240" w:lineRule="exact"/>
        <w:jc w:val="both"/>
      </w:pPr>
    </w:p>
    <w:p w14:paraId="124E5498" w14:textId="77777777" w:rsidR="006F4A93" w:rsidRDefault="006F4A93" w:rsidP="007A35C4">
      <w:pPr>
        <w:spacing w:line="240" w:lineRule="exact"/>
        <w:jc w:val="both"/>
      </w:pPr>
    </w:p>
    <w:p w14:paraId="6210067C" w14:textId="77777777" w:rsidR="006F4A93" w:rsidRDefault="006F4A93" w:rsidP="007A35C4">
      <w:pPr>
        <w:spacing w:line="240" w:lineRule="exact"/>
        <w:jc w:val="both"/>
      </w:pPr>
    </w:p>
    <w:p w14:paraId="1BD5B6E3" w14:textId="77777777" w:rsidR="006F4A93" w:rsidRDefault="006F4A93" w:rsidP="007A35C4">
      <w:pPr>
        <w:spacing w:line="240" w:lineRule="exact"/>
        <w:jc w:val="both"/>
      </w:pPr>
    </w:p>
    <w:p w14:paraId="70D5F542" w14:textId="77777777" w:rsidR="006F4A93" w:rsidRPr="0081560C" w:rsidRDefault="006F4A93" w:rsidP="007A35C4">
      <w:pPr>
        <w:spacing w:line="240" w:lineRule="exact"/>
        <w:jc w:val="both"/>
      </w:pPr>
    </w:p>
    <w:p w14:paraId="5B2EDA2A" w14:textId="77777777" w:rsidR="006F4A93" w:rsidRDefault="006F4A93" w:rsidP="007A35C4">
      <w:pPr>
        <w:jc w:val="both"/>
      </w:pPr>
    </w:p>
    <w:p w14:paraId="2F745A65" w14:textId="77777777" w:rsidR="006F4A93" w:rsidRPr="00B422F2" w:rsidRDefault="006F4A93" w:rsidP="007A35C4">
      <w:pPr>
        <w:jc w:val="both"/>
      </w:pPr>
      <w:r w:rsidRPr="00B422F2">
        <w:t xml:space="preserve">NB : En cas de groupement, le présent acte d’engagement est signé soit par l’ensemble </w:t>
      </w:r>
      <w:r w:rsidRPr="00B422F2">
        <w:br/>
        <w:t>des entreprises groupées, soit par le seul mandataire, qui doit alors joindre les habilitations nécessaires pour représenter ces entreprises.</w:t>
      </w:r>
    </w:p>
    <w:p w14:paraId="1DBCA611" w14:textId="77777777" w:rsidR="006F4A93" w:rsidRDefault="006F4A93" w:rsidP="007A35C4">
      <w:pPr>
        <w:jc w:val="both"/>
      </w:pPr>
      <w:r>
        <w:tab/>
      </w:r>
    </w:p>
    <w:p w14:paraId="693B97B1" w14:textId="77777777" w:rsidR="006F4A93" w:rsidRDefault="006F4A93" w:rsidP="007A35C4">
      <w:pPr>
        <w:jc w:val="both"/>
      </w:pPr>
    </w:p>
    <w:p w14:paraId="2E374003" w14:textId="77777777" w:rsidR="006F4A93" w:rsidRPr="00711919" w:rsidRDefault="006F4A93" w:rsidP="007A35C4">
      <w:pPr>
        <w:pStyle w:val="Titre3"/>
        <w:jc w:val="both"/>
      </w:pPr>
      <w:r w:rsidRPr="00711919">
        <w:t>Réponse de l’INRAP</w:t>
      </w:r>
    </w:p>
    <w:p w14:paraId="189F7D59" w14:textId="77777777" w:rsidR="006F4A93" w:rsidRPr="00711919" w:rsidRDefault="006F4A93" w:rsidP="007A35C4">
      <w:pPr>
        <w:jc w:val="both"/>
        <w:rPr>
          <w:sz w:val="24"/>
          <w:szCs w:val="24"/>
        </w:rPr>
      </w:pPr>
    </w:p>
    <w:p w14:paraId="39987309" w14:textId="77777777" w:rsidR="006F4A93" w:rsidRPr="00711919" w:rsidRDefault="006F4A93" w:rsidP="007A35C4">
      <w:pPr>
        <w:jc w:val="both"/>
        <w:rPr>
          <w:sz w:val="24"/>
          <w:szCs w:val="24"/>
        </w:rPr>
      </w:pPr>
      <w:r w:rsidRPr="00711919">
        <w:rPr>
          <w:sz w:val="24"/>
          <w:szCs w:val="24"/>
        </w:rPr>
        <w:t>La présente offre est acceptée.</w:t>
      </w:r>
    </w:p>
    <w:p w14:paraId="2881E07C" w14:textId="77777777" w:rsidR="006F4A93" w:rsidRPr="00711919" w:rsidRDefault="006F4A93" w:rsidP="007A35C4">
      <w:pPr>
        <w:jc w:val="both"/>
        <w:rPr>
          <w:sz w:val="24"/>
          <w:szCs w:val="24"/>
        </w:rPr>
      </w:pPr>
    </w:p>
    <w:tbl>
      <w:tblPr>
        <w:tblW w:w="8505" w:type="dxa"/>
        <w:tblInd w:w="70" w:type="dxa"/>
        <w:tblBorders>
          <w:bottom w:val="dotted" w:sz="2" w:space="0" w:color="auto"/>
          <w:insideH w:val="dotted" w:sz="2" w:space="0" w:color="auto"/>
          <w:insideV w:val="dashSmallGap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6F4A93" w:rsidRPr="00711919" w14:paraId="6E5B2240" w14:textId="77777777" w:rsidTr="009176E6">
        <w:trPr>
          <w:trHeight w:val="397"/>
        </w:trPr>
        <w:tc>
          <w:tcPr>
            <w:tcW w:w="8505" w:type="dxa"/>
            <w:tcBorders>
              <w:top w:val="nil"/>
              <w:bottom w:val="dotted" w:sz="4" w:space="0" w:color="auto"/>
            </w:tcBorders>
          </w:tcPr>
          <w:p w14:paraId="198DC213" w14:textId="77777777" w:rsidR="006F4A93" w:rsidRPr="0082227F" w:rsidRDefault="006F4A93" w:rsidP="007A35C4">
            <w:pPr>
              <w:jc w:val="both"/>
              <w:rPr>
                <w:b/>
                <w:bCs/>
              </w:rPr>
            </w:pPr>
            <w:r w:rsidRPr="0082227F">
              <w:rPr>
                <w:b/>
                <w:bCs/>
              </w:rPr>
              <w:t>À Paris, le</w:t>
            </w:r>
          </w:p>
        </w:tc>
      </w:tr>
      <w:tr w:rsidR="006F4A93" w:rsidRPr="00711919" w14:paraId="14B30B83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93DD8CD" w14:textId="1BB39CE3" w:rsidR="006F4A93" w:rsidRPr="0082227F" w:rsidRDefault="006F4A93" w:rsidP="007A35C4">
            <w:pPr>
              <w:jc w:val="both"/>
              <w:rPr>
                <w:b/>
                <w:bCs/>
              </w:rPr>
            </w:pPr>
          </w:p>
        </w:tc>
      </w:tr>
      <w:tr w:rsidR="006F4A93" w:rsidRPr="00711919" w14:paraId="6B1B53EF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3CD6EAB" w14:textId="748B366B" w:rsidR="006F4A93" w:rsidRPr="0082227F" w:rsidRDefault="006F4A93" w:rsidP="007A35C4">
            <w:pPr>
              <w:jc w:val="both"/>
              <w:rPr>
                <w:b/>
                <w:bCs/>
              </w:rPr>
            </w:pPr>
          </w:p>
        </w:tc>
      </w:tr>
      <w:tr w:rsidR="006F4A93" w:rsidRPr="00711919" w14:paraId="6BB35FE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126FF269" w14:textId="77777777" w:rsidR="006F4A93" w:rsidRPr="0082227F" w:rsidRDefault="006F4A93" w:rsidP="007A35C4">
            <w:pPr>
              <w:jc w:val="both"/>
              <w:rPr>
                <w:b/>
                <w:bCs/>
              </w:rPr>
            </w:pPr>
          </w:p>
        </w:tc>
      </w:tr>
    </w:tbl>
    <w:p w14:paraId="01BB85C2" w14:textId="69394AAF" w:rsidR="00B45373" w:rsidRPr="00711919" w:rsidRDefault="006F4A93" w:rsidP="007A35C4">
      <w:pPr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 xml:space="preserve"> </w:t>
      </w:r>
    </w:p>
    <w:p w14:paraId="12071E60" w14:textId="76521218" w:rsidR="00B45373" w:rsidRPr="00711919" w:rsidRDefault="00B45373" w:rsidP="007A35C4">
      <w:pPr>
        <w:jc w:val="both"/>
        <w:rPr>
          <w:sz w:val="24"/>
          <w:szCs w:val="24"/>
        </w:rPr>
      </w:pPr>
    </w:p>
    <w:sectPr w:rsidR="00B45373" w:rsidRPr="00711919" w:rsidSect="00675D7C">
      <w:footerReference w:type="default" r:id="rId8"/>
      <w:pgSz w:w="11906" w:h="16838"/>
      <w:pgMar w:top="1304" w:right="986" w:bottom="1418" w:left="1701" w:header="1134" w:footer="777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96B85" w14:textId="77777777" w:rsidR="003260E8" w:rsidRDefault="003260E8">
      <w:r>
        <w:separator/>
      </w:r>
    </w:p>
  </w:endnote>
  <w:endnote w:type="continuationSeparator" w:id="0">
    <w:p w14:paraId="0B3BFFC0" w14:textId="77777777" w:rsidR="003260E8" w:rsidRDefault="0032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150"/>
      <w:gridCol w:w="494"/>
    </w:tblGrid>
    <w:tr w:rsidR="00B45373" w14:paraId="530B6F01" w14:textId="77777777">
      <w:tc>
        <w:tcPr>
          <w:tcW w:w="8150" w:type="dxa"/>
        </w:tcPr>
        <w:p w14:paraId="35F9D2DE" w14:textId="46F7F0C0" w:rsidR="00B45373" w:rsidRDefault="00B45373">
          <w:pPr>
            <w:rPr>
              <w:rFonts w:ascii="Arial" w:hAnsi="Arial"/>
              <w:b/>
              <w:sz w:val="14"/>
            </w:rPr>
          </w:pPr>
          <w:r>
            <w:rPr>
              <w:rFonts w:ascii="Arial" w:hAnsi="Arial"/>
              <w:b/>
              <w:sz w:val="14"/>
            </w:rPr>
            <w:t xml:space="preserve">Acte d’engagement </w:t>
          </w:r>
        </w:p>
      </w:tc>
      <w:tc>
        <w:tcPr>
          <w:tcW w:w="494" w:type="dxa"/>
        </w:tcPr>
        <w:p w14:paraId="4C1B6C02" w14:textId="24C9BE62" w:rsidR="00B45373" w:rsidRDefault="00B45373">
          <w:pPr>
            <w:jc w:val="right"/>
            <w:rPr>
              <w:rFonts w:ascii="Arial" w:hAnsi="Arial"/>
              <w:b/>
              <w:sz w:val="14"/>
            </w:rPr>
          </w:pPr>
          <w:r>
            <w:rPr>
              <w:rStyle w:val="Numrodepage"/>
              <w:rFonts w:ascii="Arial" w:hAnsi="Arial"/>
              <w:b/>
              <w:sz w:val="14"/>
            </w:rPr>
            <w:fldChar w:fldCharType="begin"/>
          </w:r>
          <w:r>
            <w:rPr>
              <w:rStyle w:val="Numrodepage"/>
              <w:rFonts w:ascii="Arial" w:hAnsi="Arial"/>
              <w:b/>
              <w:sz w:val="14"/>
            </w:rPr>
            <w:instrText xml:space="preserve"> PAGE </w:instrText>
          </w:r>
          <w:r>
            <w:rPr>
              <w:rStyle w:val="Numrodepage"/>
              <w:rFonts w:ascii="Arial" w:hAnsi="Arial"/>
              <w:b/>
              <w:sz w:val="14"/>
            </w:rPr>
            <w:fldChar w:fldCharType="separate"/>
          </w:r>
          <w:r w:rsidR="000931E8">
            <w:rPr>
              <w:rStyle w:val="Numrodepage"/>
              <w:rFonts w:ascii="Arial" w:hAnsi="Arial"/>
              <w:b/>
              <w:noProof/>
              <w:sz w:val="14"/>
            </w:rPr>
            <w:t>10</w:t>
          </w:r>
          <w:r>
            <w:rPr>
              <w:rStyle w:val="Numrodepage"/>
              <w:rFonts w:ascii="Arial" w:hAnsi="Arial"/>
              <w:b/>
              <w:sz w:val="14"/>
            </w:rPr>
            <w:fldChar w:fldCharType="end"/>
          </w:r>
          <w:r>
            <w:rPr>
              <w:rFonts w:ascii="Arial" w:hAnsi="Arial"/>
              <w:b/>
              <w:sz w:val="14"/>
            </w:rPr>
            <w:t>/</w:t>
          </w:r>
          <w:r>
            <w:rPr>
              <w:rStyle w:val="Numrodepage"/>
              <w:rFonts w:ascii="Arial" w:hAnsi="Arial"/>
              <w:b/>
              <w:sz w:val="14"/>
            </w:rPr>
            <w:fldChar w:fldCharType="begin"/>
          </w:r>
          <w:r>
            <w:rPr>
              <w:rStyle w:val="Numrodepage"/>
              <w:rFonts w:ascii="Arial" w:hAnsi="Arial"/>
              <w:b/>
              <w:sz w:val="14"/>
            </w:rPr>
            <w:instrText xml:space="preserve"> NUMPAGES </w:instrText>
          </w:r>
          <w:r>
            <w:rPr>
              <w:rStyle w:val="Numrodepage"/>
              <w:rFonts w:ascii="Arial" w:hAnsi="Arial"/>
              <w:b/>
              <w:sz w:val="14"/>
            </w:rPr>
            <w:fldChar w:fldCharType="separate"/>
          </w:r>
          <w:r w:rsidR="000931E8">
            <w:rPr>
              <w:rStyle w:val="Numrodepage"/>
              <w:rFonts w:ascii="Arial" w:hAnsi="Arial"/>
              <w:b/>
              <w:noProof/>
              <w:sz w:val="14"/>
            </w:rPr>
            <w:t>10</w:t>
          </w:r>
          <w:r>
            <w:rPr>
              <w:rStyle w:val="Numrodepage"/>
              <w:rFonts w:ascii="Arial" w:hAnsi="Arial"/>
              <w:b/>
              <w:sz w:val="14"/>
            </w:rPr>
            <w:fldChar w:fldCharType="end"/>
          </w:r>
        </w:p>
      </w:tc>
    </w:tr>
  </w:tbl>
  <w:p w14:paraId="78AE50E0" w14:textId="42BF7615" w:rsidR="00B45373" w:rsidRDefault="00B45373" w:rsidP="000875CD">
    <w:r>
      <w:rPr>
        <w:rFonts w:ascii="Arial" w:hAnsi="Arial"/>
        <w:sz w:val="14"/>
      </w:rPr>
      <w:t xml:space="preserve">Objet : </w:t>
    </w:r>
    <w:r w:rsidR="001B1307">
      <w:rPr>
        <w:rFonts w:ascii="Arial" w:hAnsi="Arial"/>
        <w:sz w:val="14"/>
      </w:rPr>
      <w:t>T</w:t>
    </w:r>
    <w:r>
      <w:rPr>
        <w:rFonts w:ascii="Arial" w:hAnsi="Arial"/>
        <w:sz w:val="14"/>
      </w:rPr>
      <w:t>ravaux de terra</w:t>
    </w:r>
    <w:r w:rsidR="00AA1BA0">
      <w:rPr>
        <w:rFonts w:ascii="Arial" w:hAnsi="Arial"/>
        <w:sz w:val="14"/>
      </w:rPr>
      <w:t>ssement de nature archéologique</w:t>
    </w:r>
    <w:r w:rsidR="003A694F">
      <w:rPr>
        <w:rFonts w:ascii="Arial" w:hAnsi="Arial"/>
        <w:sz w:val="14"/>
      </w:rPr>
      <w:t xml:space="preserve"> - </w:t>
    </w:r>
    <w:r w:rsidR="00CB798A" w:rsidRPr="00CB798A">
      <w:rPr>
        <w:rFonts w:ascii="Arial" w:hAnsi="Arial"/>
        <w:sz w:val="14"/>
      </w:rPr>
      <w:t>00</w:t>
    </w:r>
    <w:r w:rsidR="001B1307">
      <w:rPr>
        <w:rFonts w:ascii="Arial" w:hAnsi="Arial"/>
        <w:sz w:val="14"/>
      </w:rPr>
      <w:t>2</w:t>
    </w:r>
    <w:r w:rsidR="00CB798A" w:rsidRPr="00CB798A">
      <w:rPr>
        <w:rFonts w:ascii="Arial" w:hAnsi="Arial"/>
        <w:sz w:val="14"/>
      </w:rPr>
      <w:t>TX2026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CAC85" w14:textId="77777777" w:rsidR="003260E8" w:rsidRDefault="003260E8">
      <w:r>
        <w:separator/>
      </w:r>
    </w:p>
  </w:footnote>
  <w:footnote w:type="continuationSeparator" w:id="0">
    <w:p w14:paraId="594B1FCA" w14:textId="77777777" w:rsidR="003260E8" w:rsidRDefault="00326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3624F3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5pt;height:11.5pt" o:bullet="t">
        <v:imagedata r:id="rId1" o:title="BD15056_"/>
      </v:shape>
    </w:pict>
  </w:numPicBullet>
  <w:abstractNum w:abstractNumId="0" w15:restartNumberingAfterBreak="1">
    <w:nsid w:val="0E1D13B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15BC7C61"/>
    <w:multiLevelType w:val="hybridMultilevel"/>
    <w:tmpl w:val="5FBE5126"/>
    <w:lvl w:ilvl="0" w:tplc="F36E55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32711"/>
    <w:multiLevelType w:val="hybridMultilevel"/>
    <w:tmpl w:val="CECE46B2"/>
    <w:lvl w:ilvl="0" w:tplc="411C33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D9E0F30"/>
    <w:multiLevelType w:val="hybridMultilevel"/>
    <w:tmpl w:val="FEEAF282"/>
    <w:lvl w:ilvl="0" w:tplc="698A2D22">
      <w:start w:val="2"/>
      <w:numFmt w:val="bullet"/>
      <w:lvlText w:val="-"/>
      <w:lvlJc w:val="left"/>
      <w:pPr>
        <w:tabs>
          <w:tab w:val="num" w:pos="1209"/>
        </w:tabs>
        <w:ind w:left="1209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4" w15:restartNumberingAfterBreak="1">
    <w:nsid w:val="41FE6B96"/>
    <w:multiLevelType w:val="hybridMultilevel"/>
    <w:tmpl w:val="5EF0B54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65F435A"/>
    <w:multiLevelType w:val="hybridMultilevel"/>
    <w:tmpl w:val="27ECCDE6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CDE05EE"/>
    <w:multiLevelType w:val="hybridMultilevel"/>
    <w:tmpl w:val="4CB650D2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64B66FCD"/>
    <w:multiLevelType w:val="hybridMultilevel"/>
    <w:tmpl w:val="DAE89E1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558104E"/>
    <w:multiLevelType w:val="hybridMultilevel"/>
    <w:tmpl w:val="7202325E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3215822">
    <w:abstractNumId w:val="6"/>
  </w:num>
  <w:num w:numId="2" w16cid:durableId="1739353507">
    <w:abstractNumId w:val="8"/>
  </w:num>
  <w:num w:numId="3" w16cid:durableId="1888368436">
    <w:abstractNumId w:val="5"/>
  </w:num>
  <w:num w:numId="4" w16cid:durableId="2015722305">
    <w:abstractNumId w:val="4"/>
  </w:num>
  <w:num w:numId="5" w16cid:durableId="63338845">
    <w:abstractNumId w:val="7"/>
  </w:num>
  <w:num w:numId="6" w16cid:durableId="272901401">
    <w:abstractNumId w:val="0"/>
  </w:num>
  <w:num w:numId="7" w16cid:durableId="220019975">
    <w:abstractNumId w:val="3"/>
  </w:num>
  <w:num w:numId="8" w16cid:durableId="812597417">
    <w:abstractNumId w:val="2"/>
  </w:num>
  <w:num w:numId="9" w16cid:durableId="6268096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2F"/>
    <w:rsid w:val="00014010"/>
    <w:rsid w:val="0001632B"/>
    <w:rsid w:val="000255F6"/>
    <w:rsid w:val="000403A3"/>
    <w:rsid w:val="000472B9"/>
    <w:rsid w:val="00052ECF"/>
    <w:rsid w:val="0005642D"/>
    <w:rsid w:val="000573CE"/>
    <w:rsid w:val="00066D94"/>
    <w:rsid w:val="0007571B"/>
    <w:rsid w:val="00080574"/>
    <w:rsid w:val="00083249"/>
    <w:rsid w:val="000875CD"/>
    <w:rsid w:val="0008761F"/>
    <w:rsid w:val="000927A9"/>
    <w:rsid w:val="000931E8"/>
    <w:rsid w:val="00096CBF"/>
    <w:rsid w:val="000A12D8"/>
    <w:rsid w:val="000A72BD"/>
    <w:rsid w:val="000B5D6B"/>
    <w:rsid w:val="000B76F0"/>
    <w:rsid w:val="000D00EE"/>
    <w:rsid w:val="000D373D"/>
    <w:rsid w:val="000F3E10"/>
    <w:rsid w:val="00104D4E"/>
    <w:rsid w:val="0010564A"/>
    <w:rsid w:val="001206F3"/>
    <w:rsid w:val="001261ED"/>
    <w:rsid w:val="00133615"/>
    <w:rsid w:val="001550CC"/>
    <w:rsid w:val="0015518C"/>
    <w:rsid w:val="001810AC"/>
    <w:rsid w:val="00181695"/>
    <w:rsid w:val="00193535"/>
    <w:rsid w:val="001B1307"/>
    <w:rsid w:val="001B4C6E"/>
    <w:rsid w:val="001C0F3C"/>
    <w:rsid w:val="001C33FB"/>
    <w:rsid w:val="001C6A62"/>
    <w:rsid w:val="001F2BEA"/>
    <w:rsid w:val="001F6ABF"/>
    <w:rsid w:val="00206FBE"/>
    <w:rsid w:val="00221E32"/>
    <w:rsid w:val="0022662D"/>
    <w:rsid w:val="002425CE"/>
    <w:rsid w:val="002474F4"/>
    <w:rsid w:val="0025142E"/>
    <w:rsid w:val="00255D04"/>
    <w:rsid w:val="0026394F"/>
    <w:rsid w:val="00271EB7"/>
    <w:rsid w:val="00273F8C"/>
    <w:rsid w:val="00293E31"/>
    <w:rsid w:val="002A249F"/>
    <w:rsid w:val="002A4F72"/>
    <w:rsid w:val="002B19DF"/>
    <w:rsid w:val="002B1AA3"/>
    <w:rsid w:val="002B30FC"/>
    <w:rsid w:val="002B47CC"/>
    <w:rsid w:val="002B4E13"/>
    <w:rsid w:val="002D4B1A"/>
    <w:rsid w:val="002D5904"/>
    <w:rsid w:val="002F168D"/>
    <w:rsid w:val="003017AD"/>
    <w:rsid w:val="00313C36"/>
    <w:rsid w:val="003148EC"/>
    <w:rsid w:val="00323A95"/>
    <w:rsid w:val="003260E8"/>
    <w:rsid w:val="003350EC"/>
    <w:rsid w:val="00350453"/>
    <w:rsid w:val="0035778A"/>
    <w:rsid w:val="003626BB"/>
    <w:rsid w:val="00366665"/>
    <w:rsid w:val="00371A37"/>
    <w:rsid w:val="00371C28"/>
    <w:rsid w:val="00381D83"/>
    <w:rsid w:val="003872B9"/>
    <w:rsid w:val="00395CEE"/>
    <w:rsid w:val="00395EDE"/>
    <w:rsid w:val="00397C6C"/>
    <w:rsid w:val="003A2342"/>
    <w:rsid w:val="003A694F"/>
    <w:rsid w:val="003B5863"/>
    <w:rsid w:val="003C28D5"/>
    <w:rsid w:val="003E4033"/>
    <w:rsid w:val="003E79EA"/>
    <w:rsid w:val="003F3C7A"/>
    <w:rsid w:val="00410CE0"/>
    <w:rsid w:val="00416DA1"/>
    <w:rsid w:val="0042162E"/>
    <w:rsid w:val="00441E17"/>
    <w:rsid w:val="004505C3"/>
    <w:rsid w:val="00461486"/>
    <w:rsid w:val="00470668"/>
    <w:rsid w:val="004725E9"/>
    <w:rsid w:val="004904B8"/>
    <w:rsid w:val="004B0798"/>
    <w:rsid w:val="004C477E"/>
    <w:rsid w:val="004D5114"/>
    <w:rsid w:val="004F3215"/>
    <w:rsid w:val="005072BF"/>
    <w:rsid w:val="005146CA"/>
    <w:rsid w:val="00522C27"/>
    <w:rsid w:val="00542B81"/>
    <w:rsid w:val="00555329"/>
    <w:rsid w:val="00555AB4"/>
    <w:rsid w:val="00556E32"/>
    <w:rsid w:val="00561039"/>
    <w:rsid w:val="005708DA"/>
    <w:rsid w:val="0057403F"/>
    <w:rsid w:val="00574A24"/>
    <w:rsid w:val="005759F2"/>
    <w:rsid w:val="00575B4D"/>
    <w:rsid w:val="005965CF"/>
    <w:rsid w:val="005B457F"/>
    <w:rsid w:val="005D3A54"/>
    <w:rsid w:val="005E6ED1"/>
    <w:rsid w:val="005F6B66"/>
    <w:rsid w:val="00600C7E"/>
    <w:rsid w:val="00610502"/>
    <w:rsid w:val="00611622"/>
    <w:rsid w:val="006159CF"/>
    <w:rsid w:val="00626262"/>
    <w:rsid w:val="0064399F"/>
    <w:rsid w:val="00656EE4"/>
    <w:rsid w:val="00663AC6"/>
    <w:rsid w:val="00675D7C"/>
    <w:rsid w:val="00683941"/>
    <w:rsid w:val="006950A3"/>
    <w:rsid w:val="006B3404"/>
    <w:rsid w:val="006B3462"/>
    <w:rsid w:val="006B6136"/>
    <w:rsid w:val="006B6829"/>
    <w:rsid w:val="006C269A"/>
    <w:rsid w:val="006C4181"/>
    <w:rsid w:val="006C7C73"/>
    <w:rsid w:val="006D4B50"/>
    <w:rsid w:val="006F46C8"/>
    <w:rsid w:val="006F4A93"/>
    <w:rsid w:val="0071112E"/>
    <w:rsid w:val="00711919"/>
    <w:rsid w:val="007221ED"/>
    <w:rsid w:val="0072531D"/>
    <w:rsid w:val="007303F1"/>
    <w:rsid w:val="007318BF"/>
    <w:rsid w:val="007417BB"/>
    <w:rsid w:val="00745E5D"/>
    <w:rsid w:val="00746E28"/>
    <w:rsid w:val="0075272B"/>
    <w:rsid w:val="00755BA3"/>
    <w:rsid w:val="00763118"/>
    <w:rsid w:val="007747F0"/>
    <w:rsid w:val="00787C22"/>
    <w:rsid w:val="0079762D"/>
    <w:rsid w:val="007A35C4"/>
    <w:rsid w:val="007C0617"/>
    <w:rsid w:val="007E38C2"/>
    <w:rsid w:val="007E3E52"/>
    <w:rsid w:val="007F1AF9"/>
    <w:rsid w:val="007F1ECC"/>
    <w:rsid w:val="0082227F"/>
    <w:rsid w:val="00823EEF"/>
    <w:rsid w:val="00824F64"/>
    <w:rsid w:val="00833DD5"/>
    <w:rsid w:val="008358EA"/>
    <w:rsid w:val="0084693C"/>
    <w:rsid w:val="008479CC"/>
    <w:rsid w:val="008645B8"/>
    <w:rsid w:val="00865C67"/>
    <w:rsid w:val="00877403"/>
    <w:rsid w:val="0088624B"/>
    <w:rsid w:val="008948EC"/>
    <w:rsid w:val="00894D78"/>
    <w:rsid w:val="00894E53"/>
    <w:rsid w:val="008A129A"/>
    <w:rsid w:val="008A1789"/>
    <w:rsid w:val="008B62A9"/>
    <w:rsid w:val="008B7244"/>
    <w:rsid w:val="008C2A3F"/>
    <w:rsid w:val="008C4780"/>
    <w:rsid w:val="008D6113"/>
    <w:rsid w:val="008E7A2C"/>
    <w:rsid w:val="00907206"/>
    <w:rsid w:val="00907695"/>
    <w:rsid w:val="00913A37"/>
    <w:rsid w:val="009202F1"/>
    <w:rsid w:val="009217F1"/>
    <w:rsid w:val="00925628"/>
    <w:rsid w:val="00925B21"/>
    <w:rsid w:val="00931369"/>
    <w:rsid w:val="00933554"/>
    <w:rsid w:val="0094089B"/>
    <w:rsid w:val="009461A9"/>
    <w:rsid w:val="009462E6"/>
    <w:rsid w:val="009526E6"/>
    <w:rsid w:val="009645D5"/>
    <w:rsid w:val="00987909"/>
    <w:rsid w:val="009968BA"/>
    <w:rsid w:val="00996A19"/>
    <w:rsid w:val="009A22B3"/>
    <w:rsid w:val="009B04E1"/>
    <w:rsid w:val="009B1FB3"/>
    <w:rsid w:val="009E1BD6"/>
    <w:rsid w:val="009E50A3"/>
    <w:rsid w:val="009F1026"/>
    <w:rsid w:val="00A21BF5"/>
    <w:rsid w:val="00A272E9"/>
    <w:rsid w:val="00A30D19"/>
    <w:rsid w:val="00A37974"/>
    <w:rsid w:val="00A5514D"/>
    <w:rsid w:val="00A60839"/>
    <w:rsid w:val="00A67F17"/>
    <w:rsid w:val="00A75830"/>
    <w:rsid w:val="00AA1BA0"/>
    <w:rsid w:val="00AC72FB"/>
    <w:rsid w:val="00AE6333"/>
    <w:rsid w:val="00AF1F51"/>
    <w:rsid w:val="00B00575"/>
    <w:rsid w:val="00B01A28"/>
    <w:rsid w:val="00B17CD3"/>
    <w:rsid w:val="00B2183E"/>
    <w:rsid w:val="00B3685C"/>
    <w:rsid w:val="00B45373"/>
    <w:rsid w:val="00B57999"/>
    <w:rsid w:val="00B648AD"/>
    <w:rsid w:val="00B850B5"/>
    <w:rsid w:val="00B90192"/>
    <w:rsid w:val="00B95023"/>
    <w:rsid w:val="00BB3A9C"/>
    <w:rsid w:val="00BB711D"/>
    <w:rsid w:val="00BC57C3"/>
    <w:rsid w:val="00BD0D2F"/>
    <w:rsid w:val="00BD3089"/>
    <w:rsid w:val="00BD4207"/>
    <w:rsid w:val="00BF3E0E"/>
    <w:rsid w:val="00C303EA"/>
    <w:rsid w:val="00C31D92"/>
    <w:rsid w:val="00C3572C"/>
    <w:rsid w:val="00C3605C"/>
    <w:rsid w:val="00C372E8"/>
    <w:rsid w:val="00C643FD"/>
    <w:rsid w:val="00C71E21"/>
    <w:rsid w:val="00C817FE"/>
    <w:rsid w:val="00C831CA"/>
    <w:rsid w:val="00C863F9"/>
    <w:rsid w:val="00C911D1"/>
    <w:rsid w:val="00CA13D0"/>
    <w:rsid w:val="00CA5845"/>
    <w:rsid w:val="00CB5DFD"/>
    <w:rsid w:val="00CB798A"/>
    <w:rsid w:val="00CC2AC4"/>
    <w:rsid w:val="00CC5184"/>
    <w:rsid w:val="00CE3B56"/>
    <w:rsid w:val="00CF0233"/>
    <w:rsid w:val="00D0670F"/>
    <w:rsid w:val="00D1180E"/>
    <w:rsid w:val="00D12868"/>
    <w:rsid w:val="00D15836"/>
    <w:rsid w:val="00D301E8"/>
    <w:rsid w:val="00D50FF4"/>
    <w:rsid w:val="00D542D1"/>
    <w:rsid w:val="00D72CBA"/>
    <w:rsid w:val="00D87FDA"/>
    <w:rsid w:val="00D9134E"/>
    <w:rsid w:val="00DE1781"/>
    <w:rsid w:val="00DF168B"/>
    <w:rsid w:val="00DF38E7"/>
    <w:rsid w:val="00DF6304"/>
    <w:rsid w:val="00E13A72"/>
    <w:rsid w:val="00E16F12"/>
    <w:rsid w:val="00E32DDC"/>
    <w:rsid w:val="00E46D38"/>
    <w:rsid w:val="00E51F0C"/>
    <w:rsid w:val="00E61CFB"/>
    <w:rsid w:val="00E62921"/>
    <w:rsid w:val="00E63B9E"/>
    <w:rsid w:val="00E7527C"/>
    <w:rsid w:val="00E93A1B"/>
    <w:rsid w:val="00E96A32"/>
    <w:rsid w:val="00EA0D57"/>
    <w:rsid w:val="00EA4939"/>
    <w:rsid w:val="00EB249E"/>
    <w:rsid w:val="00EB2CEA"/>
    <w:rsid w:val="00EC3D86"/>
    <w:rsid w:val="00ED4DC2"/>
    <w:rsid w:val="00EE100A"/>
    <w:rsid w:val="00EE1513"/>
    <w:rsid w:val="00EE34D2"/>
    <w:rsid w:val="00EF0152"/>
    <w:rsid w:val="00EF1F89"/>
    <w:rsid w:val="00F17F1B"/>
    <w:rsid w:val="00F27094"/>
    <w:rsid w:val="00F314E4"/>
    <w:rsid w:val="00F321C8"/>
    <w:rsid w:val="00F45604"/>
    <w:rsid w:val="00F62649"/>
    <w:rsid w:val="00F929A6"/>
    <w:rsid w:val="00F96B6B"/>
    <w:rsid w:val="00FA2216"/>
    <w:rsid w:val="00FA3181"/>
    <w:rsid w:val="00FB248A"/>
    <w:rsid w:val="00FB47ED"/>
    <w:rsid w:val="00FC1708"/>
    <w:rsid w:val="00FC5E9F"/>
    <w:rsid w:val="00FD1DDB"/>
    <w:rsid w:val="00FD25D6"/>
    <w:rsid w:val="00FD51DE"/>
    <w:rsid w:val="00FE62F3"/>
    <w:rsid w:val="00FF0F61"/>
    <w:rsid w:val="00FF15BD"/>
    <w:rsid w:val="00FF4755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6C7D9A"/>
  <w15:chartTrackingRefBased/>
  <w15:docId w15:val="{56EC0FBD-2C03-461A-8A18-20C89CBD5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Normal : texte courant"/>
    <w:qFormat/>
    <w:pPr>
      <w:tabs>
        <w:tab w:val="left" w:pos="142"/>
        <w:tab w:val="left" w:pos="284"/>
      </w:tabs>
    </w:pPr>
    <w:rPr>
      <w:sz w:val="22"/>
    </w:rPr>
  </w:style>
  <w:style w:type="paragraph" w:styleId="Titre1">
    <w:name w:val="heading 1"/>
    <w:aliases w:val="niveau 1"/>
    <w:basedOn w:val="Normal"/>
    <w:next w:val="Normal"/>
    <w:qFormat/>
    <w:pPr>
      <w:keepNext/>
      <w:keepLines/>
      <w:pageBreakBefore/>
      <w:suppressAutoHyphens/>
      <w:outlineLvl w:val="0"/>
    </w:pPr>
    <w:rPr>
      <w:rFonts w:ascii="Arial" w:hAnsi="Arial"/>
      <w:b/>
      <w:sz w:val="34"/>
    </w:rPr>
  </w:style>
  <w:style w:type="paragraph" w:styleId="Titre2">
    <w:name w:val="heading 2"/>
    <w:aliases w:val="niveau 2"/>
    <w:basedOn w:val="Normal"/>
    <w:next w:val="Normal"/>
    <w:qFormat/>
    <w:pPr>
      <w:keepNext/>
      <w:outlineLvl w:val="1"/>
    </w:pPr>
    <w:rPr>
      <w:rFonts w:ascii="Arial" w:hAnsi="Arial"/>
      <w:sz w:val="28"/>
    </w:rPr>
  </w:style>
  <w:style w:type="paragraph" w:styleId="Titre3">
    <w:name w:val="heading 3"/>
    <w:aliases w:val="niveau 3"/>
    <w:basedOn w:val="Normal"/>
    <w:next w:val="Normal"/>
    <w:qFormat/>
    <w:rsid w:val="00711919"/>
    <w:pPr>
      <w:keepNext/>
      <w:shd w:val="clear" w:color="auto" w:fill="C1E4F5" w:themeFill="accent1" w:themeFillTint="33"/>
      <w:outlineLvl w:val="2"/>
    </w:pPr>
    <w:rPr>
      <w:b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outlineLvl w:val="3"/>
    </w:pPr>
  </w:style>
  <w:style w:type="paragraph" w:styleId="Titre5">
    <w:name w:val="heading 5"/>
    <w:basedOn w:val="Normal"/>
    <w:next w:val="Normal"/>
    <w:qFormat/>
    <w:pPr>
      <w:keepNext/>
      <w:outlineLvl w:val="4"/>
    </w:pPr>
  </w:style>
  <w:style w:type="paragraph" w:styleId="Titre6">
    <w:name w:val="heading 6"/>
    <w:basedOn w:val="Normal"/>
    <w:next w:val="Normal"/>
    <w:qFormat/>
    <w:pPr>
      <w:keepNext/>
      <w:tabs>
        <w:tab w:val="clear" w:pos="284"/>
      </w:tabs>
      <w:outlineLvl w:val="5"/>
    </w:pPr>
  </w:style>
  <w:style w:type="paragraph" w:styleId="Titre7">
    <w:name w:val="heading 7"/>
    <w:basedOn w:val="Normal"/>
    <w:next w:val="Normal"/>
    <w:qFormat/>
    <w:pPr>
      <w:keepNext/>
      <w:framePr w:wrap="auto" w:vAnchor="page" w:hAnchor="page" w:x="908" w:y="2836"/>
      <w:suppressOverlap/>
      <w:outlineLvl w:val="6"/>
    </w:pPr>
  </w:style>
  <w:style w:type="paragraph" w:styleId="Titre8">
    <w:name w:val="heading 8"/>
    <w:basedOn w:val="Normal"/>
    <w:next w:val="Normal"/>
    <w:qFormat/>
    <w:pPr>
      <w:keepNext/>
      <w:framePr w:wrap="auto" w:vAnchor="page" w:hAnchor="page" w:x="908" w:y="2836"/>
      <w:suppressOverlap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gende">
    <w:name w:val="légende"/>
    <w:rPr>
      <w:rFonts w:ascii="Times New Roman" w:hAnsi="Times New Roman"/>
      <w:sz w:val="22"/>
    </w:rPr>
  </w:style>
  <w:style w:type="paragraph" w:customStyle="1" w:styleId="Inraprubrique">
    <w:name w:val="Inrap : rubrique"/>
    <w:basedOn w:val="Normal"/>
    <w:pPr>
      <w:framePr w:wrap="auto" w:hAnchor="text" w:x="908"/>
      <w:spacing w:line="252" w:lineRule="exact"/>
      <w:jc w:val="right"/>
    </w:pPr>
    <w:rPr>
      <w:rFonts w:ascii="Arial" w:hAnsi="Arial"/>
      <w:b/>
      <w:sz w:val="16"/>
    </w:rPr>
  </w:style>
  <w:style w:type="paragraph" w:styleId="En-tte">
    <w:name w:val="header"/>
    <w:basedOn w:val="Normal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ind w:left="142" w:hanging="142"/>
    </w:pPr>
  </w:style>
  <w:style w:type="paragraph" w:styleId="Retraitcorpsdetexte2">
    <w:name w:val="Body Text Indent 2"/>
    <w:basedOn w:val="Normal"/>
    <w:pPr>
      <w:ind w:left="1134"/>
    </w:pPr>
  </w:style>
  <w:style w:type="paragraph" w:styleId="Retraitcorpsdetexte3">
    <w:name w:val="Body Text Indent 3"/>
    <w:basedOn w:val="Normal"/>
    <w:pPr>
      <w:ind w:left="1134"/>
    </w:pPr>
    <w:rPr>
      <w:b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AC72FB"/>
    <w:pPr>
      <w:tabs>
        <w:tab w:val="clear" w:pos="142"/>
        <w:tab w:val="clear" w:pos="284"/>
      </w:tabs>
      <w:spacing w:after="120"/>
    </w:pPr>
    <w:rPr>
      <w:sz w:val="16"/>
      <w:szCs w:val="16"/>
    </w:rPr>
  </w:style>
  <w:style w:type="table" w:styleId="Grilledutableau">
    <w:name w:val="Table Grid"/>
    <w:basedOn w:val="TableauNormal"/>
    <w:rsid w:val="002A4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C31D92"/>
    <w:pPr>
      <w:keepLines/>
      <w:tabs>
        <w:tab w:val="clear" w:pos="142"/>
        <w:tab w:val="left" w:pos="567"/>
        <w:tab w:val="left" w:pos="851"/>
      </w:tabs>
      <w:ind w:firstLine="284"/>
      <w:jc w:val="both"/>
    </w:pPr>
    <w:rPr>
      <w:szCs w:val="22"/>
    </w:rPr>
  </w:style>
  <w:style w:type="paragraph" w:styleId="Corpsdetexte2">
    <w:name w:val="Body Text 2"/>
    <w:basedOn w:val="Normal"/>
    <w:rsid w:val="004904B8"/>
    <w:pPr>
      <w:tabs>
        <w:tab w:val="clear" w:pos="142"/>
        <w:tab w:val="clear" w:pos="284"/>
      </w:tabs>
      <w:spacing w:after="120" w:line="480" w:lineRule="auto"/>
    </w:pPr>
    <w:rPr>
      <w:sz w:val="20"/>
    </w:rPr>
  </w:style>
  <w:style w:type="paragraph" w:styleId="Textedebulles">
    <w:name w:val="Balloon Text"/>
    <w:basedOn w:val="Normal"/>
    <w:semiHidden/>
    <w:rsid w:val="008D6113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5E6ED1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5E6ED1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5E6ED1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3685C"/>
    <w:rPr>
      <w:color w:val="666666"/>
    </w:rPr>
  </w:style>
  <w:style w:type="character" w:customStyle="1" w:styleId="CommentaireCar">
    <w:name w:val="Commentaire Car"/>
    <w:basedOn w:val="Policepardfaut"/>
    <w:link w:val="Commentaire"/>
    <w:semiHidden/>
    <w:rsid w:val="0005642D"/>
  </w:style>
  <w:style w:type="paragraph" w:styleId="Paragraphedeliste">
    <w:name w:val="List Paragraph"/>
    <w:basedOn w:val="Normal"/>
    <w:uiPriority w:val="34"/>
    <w:qFormat/>
    <w:rsid w:val="006F4A93"/>
    <w:pPr>
      <w:tabs>
        <w:tab w:val="clear" w:pos="142"/>
        <w:tab w:val="clear" w:pos="284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9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LET\LOCALS~1\Temp\_PA930\fichier%20word\gabarit_A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gabarit_AE.dot</Template>
  <TotalTime>41</TotalTime>
  <Pages>10</Pages>
  <Words>1897</Words>
  <Characters>10439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Pessac, le 26 janvier 2006</vt:lpstr>
    </vt:vector>
  </TitlesOfParts>
  <Company>LM</Company>
  <LinksUpToDate>false</LinksUpToDate>
  <CharactersWithSpaces>12312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Pessac, le 26 janvier 2006</dc:title>
  <dc:subject/>
  <dc:creator>PLET-SERVANT Françoise</dc:creator>
  <cp:keywords/>
  <cp:lastModifiedBy>Pierre-Louis HURE</cp:lastModifiedBy>
  <cp:revision>32</cp:revision>
  <cp:lastPrinted>2018-11-29T16:20:00Z</cp:lastPrinted>
  <dcterms:created xsi:type="dcterms:W3CDTF">2024-05-16T09:29:00Z</dcterms:created>
  <dcterms:modified xsi:type="dcterms:W3CDTF">2026-02-12T12:52:00Z</dcterms:modified>
</cp:coreProperties>
</file>